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4C3DAF" w:rsidR="006E5D65" w:rsidP="002D3375" w:rsidRDefault="00997F14" w14:paraId="488F48F8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4C3DAF">
        <w:rPr>
          <w:rFonts w:ascii="Corbel" w:hAnsi="Corbel"/>
          <w:b/>
          <w:bCs/>
        </w:rPr>
        <w:t xml:space="preserve">   </w:t>
      </w:r>
      <w:r w:rsidRPr="004C3DAF" w:rsidR="00CD6897">
        <w:rPr>
          <w:rFonts w:ascii="Corbel" w:hAnsi="Corbel"/>
          <w:b/>
          <w:bCs/>
        </w:rPr>
        <w:tab/>
      </w:r>
      <w:r w:rsidRPr="004C3DAF" w:rsidR="00CD6897">
        <w:rPr>
          <w:rFonts w:ascii="Corbel" w:hAnsi="Corbel"/>
          <w:b/>
          <w:bCs/>
        </w:rPr>
        <w:tab/>
      </w:r>
      <w:r w:rsidRPr="004C3DAF" w:rsidR="00CD6897">
        <w:rPr>
          <w:rFonts w:ascii="Corbel" w:hAnsi="Corbel"/>
          <w:b/>
          <w:bCs/>
        </w:rPr>
        <w:tab/>
      </w:r>
      <w:r w:rsidRPr="004C3DAF" w:rsidR="00CD6897">
        <w:rPr>
          <w:rFonts w:ascii="Corbel" w:hAnsi="Corbel"/>
          <w:b/>
          <w:bCs/>
        </w:rPr>
        <w:tab/>
      </w:r>
      <w:r w:rsidRPr="004C3DAF" w:rsidR="00CD6897">
        <w:rPr>
          <w:rFonts w:ascii="Corbel" w:hAnsi="Corbel"/>
          <w:b/>
          <w:bCs/>
        </w:rPr>
        <w:tab/>
      </w:r>
      <w:r w:rsidRPr="004C3DAF" w:rsidR="00CD6897">
        <w:rPr>
          <w:rFonts w:ascii="Corbel" w:hAnsi="Corbel"/>
          <w:b/>
          <w:bCs/>
        </w:rPr>
        <w:tab/>
      </w:r>
      <w:r w:rsidRPr="004C3DAF" w:rsidR="00D8678B">
        <w:rPr>
          <w:rFonts w:ascii="Corbel" w:hAnsi="Corbel"/>
          <w:bCs/>
          <w:i/>
        </w:rPr>
        <w:t xml:space="preserve">Załącznik nr </w:t>
      </w:r>
      <w:r w:rsidRPr="004C3DAF" w:rsidR="006F31E2">
        <w:rPr>
          <w:rFonts w:ascii="Corbel" w:hAnsi="Corbel"/>
          <w:bCs/>
          <w:i/>
        </w:rPr>
        <w:t>1.5</w:t>
      </w:r>
      <w:r w:rsidRPr="004C3DAF" w:rsidR="00D8678B">
        <w:rPr>
          <w:rFonts w:ascii="Corbel" w:hAnsi="Corbel"/>
          <w:bCs/>
          <w:i/>
        </w:rPr>
        <w:t xml:space="preserve"> do Zarządzenia</w:t>
      </w:r>
      <w:r w:rsidRPr="004C3DAF" w:rsidR="002A22BF">
        <w:rPr>
          <w:rFonts w:ascii="Corbel" w:hAnsi="Corbel"/>
          <w:bCs/>
          <w:i/>
        </w:rPr>
        <w:t xml:space="preserve"> Rektora UR </w:t>
      </w:r>
      <w:r w:rsidRPr="004C3DAF" w:rsidR="00CD6897">
        <w:rPr>
          <w:rFonts w:ascii="Corbel" w:hAnsi="Corbel"/>
          <w:bCs/>
          <w:i/>
        </w:rPr>
        <w:t xml:space="preserve"> nr </w:t>
      </w:r>
      <w:r w:rsidRPr="004C3DAF" w:rsidR="00F17567">
        <w:rPr>
          <w:rFonts w:ascii="Corbel" w:hAnsi="Corbel"/>
          <w:bCs/>
          <w:i/>
        </w:rPr>
        <w:t>12/2019</w:t>
      </w:r>
    </w:p>
    <w:p w:rsidRPr="004C3DAF" w:rsidR="0085747A" w:rsidP="009C54AE" w:rsidRDefault="0085747A" w14:paraId="3BEF2B5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C3DAF">
        <w:rPr>
          <w:rFonts w:ascii="Corbel" w:hAnsi="Corbel"/>
          <w:b/>
          <w:smallCaps/>
          <w:sz w:val="24"/>
          <w:szCs w:val="24"/>
        </w:rPr>
        <w:t>SYLABUS</w:t>
      </w:r>
    </w:p>
    <w:p w:rsidRPr="004C3DAF" w:rsidR="0085747A" w:rsidP="359C6941" w:rsidRDefault="0071620A" w14:paraId="615E4287" w14:textId="4358C781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359C6941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359C6941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359C6941" w:rsidR="004E1397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359C6941" w:rsidR="00387F40">
        <w:rPr>
          <w:rFonts w:ascii="Corbel" w:hAnsi="Corbel"/>
          <w:i w:val="1"/>
          <w:iCs w:val="1"/>
          <w:smallCaps w:val="1"/>
          <w:sz w:val="24"/>
          <w:szCs w:val="24"/>
        </w:rPr>
        <w:t>21</w:t>
      </w:r>
      <w:r w:rsidRPr="359C6941" w:rsidR="004E1397">
        <w:rPr>
          <w:rFonts w:ascii="Corbel" w:hAnsi="Corbel"/>
          <w:i w:val="1"/>
          <w:iCs w:val="1"/>
          <w:smallCaps w:val="1"/>
          <w:sz w:val="24"/>
          <w:szCs w:val="24"/>
        </w:rPr>
        <w:t>/2024</w:t>
      </w:r>
    </w:p>
    <w:p w:rsidRPr="004C3DAF" w:rsidR="0085747A" w:rsidP="00EA4832" w:rsidRDefault="00EA4832" w14:paraId="782B2F66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C3DA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4C3DAF" w:rsidR="0085747A">
        <w:rPr>
          <w:rFonts w:ascii="Corbel" w:hAnsi="Corbel"/>
          <w:i/>
          <w:sz w:val="20"/>
          <w:szCs w:val="20"/>
        </w:rPr>
        <w:t>(skrajne daty</w:t>
      </w:r>
      <w:r w:rsidRPr="004C3DAF" w:rsidR="0085747A">
        <w:rPr>
          <w:rFonts w:ascii="Corbel" w:hAnsi="Corbel"/>
          <w:sz w:val="20"/>
          <w:szCs w:val="20"/>
        </w:rPr>
        <w:t>)</w:t>
      </w:r>
    </w:p>
    <w:p w:rsidRPr="004C3DAF" w:rsidR="00445970" w:rsidP="00EA4832" w:rsidRDefault="00445970" w14:paraId="2BC64DA6" w14:textId="1073359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C3DAF">
        <w:rPr>
          <w:rFonts w:ascii="Corbel" w:hAnsi="Corbel"/>
          <w:sz w:val="20"/>
          <w:szCs w:val="20"/>
        </w:rPr>
        <w:tab/>
      </w:r>
      <w:r w:rsidRPr="004C3DAF">
        <w:rPr>
          <w:rFonts w:ascii="Corbel" w:hAnsi="Corbel"/>
          <w:sz w:val="20"/>
          <w:szCs w:val="20"/>
        </w:rPr>
        <w:tab/>
      </w:r>
      <w:r w:rsidRPr="004C3DAF">
        <w:rPr>
          <w:rFonts w:ascii="Corbel" w:hAnsi="Corbel"/>
          <w:sz w:val="20"/>
          <w:szCs w:val="20"/>
        </w:rPr>
        <w:tab/>
      </w:r>
      <w:r w:rsidRPr="004C3DAF">
        <w:rPr>
          <w:rFonts w:ascii="Corbel" w:hAnsi="Corbel"/>
          <w:sz w:val="20"/>
          <w:szCs w:val="20"/>
        </w:rPr>
        <w:tab/>
      </w:r>
      <w:r w:rsidRPr="004C3DAF" w:rsidR="002A3D8F">
        <w:rPr>
          <w:rFonts w:ascii="Corbel" w:hAnsi="Corbel"/>
          <w:sz w:val="20"/>
          <w:szCs w:val="20"/>
        </w:rPr>
        <w:t xml:space="preserve">Rok akademicki </w:t>
      </w:r>
      <w:r w:rsidRPr="004C3DAF" w:rsidR="004E1397">
        <w:rPr>
          <w:rFonts w:ascii="Corbel" w:hAnsi="Corbel"/>
          <w:sz w:val="20"/>
          <w:szCs w:val="20"/>
        </w:rPr>
        <w:t>20</w:t>
      </w:r>
      <w:r w:rsidRPr="004C3DAF" w:rsidR="00387F40">
        <w:rPr>
          <w:rFonts w:ascii="Corbel" w:hAnsi="Corbel"/>
          <w:sz w:val="20"/>
          <w:szCs w:val="20"/>
        </w:rPr>
        <w:t>21</w:t>
      </w:r>
      <w:r w:rsidRPr="004C3DAF" w:rsidR="004E1397">
        <w:rPr>
          <w:rFonts w:ascii="Corbel" w:hAnsi="Corbel"/>
          <w:sz w:val="20"/>
          <w:szCs w:val="20"/>
        </w:rPr>
        <w:t>/2022</w:t>
      </w:r>
    </w:p>
    <w:p w:rsidRPr="004C3DAF" w:rsidR="0085747A" w:rsidP="009C54AE" w:rsidRDefault="0085747A" w14:paraId="719D9AD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4C3DAF" w:rsidR="0085747A" w:rsidP="009C54AE" w:rsidRDefault="0071620A" w14:paraId="464B0E0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C3DAF">
        <w:rPr>
          <w:rFonts w:ascii="Corbel" w:hAnsi="Corbel"/>
          <w:szCs w:val="24"/>
        </w:rPr>
        <w:t xml:space="preserve">1. </w:t>
      </w:r>
      <w:r w:rsidRPr="004C3DAF" w:rsidR="0085747A">
        <w:rPr>
          <w:rFonts w:ascii="Corbel" w:hAnsi="Corbel"/>
          <w:szCs w:val="24"/>
        </w:rPr>
        <w:t xml:space="preserve">Podstawowe </w:t>
      </w:r>
      <w:r w:rsidRPr="004C3DAF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4C3DAF" w:rsidR="0085747A" w:rsidTr="359C6941" w14:paraId="3D43B322" w14:textId="77777777">
        <w:tc>
          <w:tcPr>
            <w:tcW w:w="2694" w:type="dxa"/>
            <w:tcMar/>
            <w:vAlign w:val="center"/>
          </w:tcPr>
          <w:p w:rsidRPr="004C3DAF" w:rsidR="0085747A" w:rsidP="009C54AE" w:rsidRDefault="00C05F44" w14:paraId="486581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4C3DAF" w:rsidR="0085747A" w:rsidP="009C54AE" w:rsidRDefault="004E1397" w14:paraId="7925E15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3DAF">
              <w:rPr>
                <w:rFonts w:ascii="Corbel" w:hAnsi="Corbel"/>
                <w:b w:val="0"/>
                <w:sz w:val="24"/>
                <w:szCs w:val="24"/>
              </w:rPr>
              <w:t>T</w:t>
            </w:r>
            <w:r w:rsidRPr="004C3DAF" w:rsidR="002A3D8F">
              <w:rPr>
                <w:rFonts w:ascii="Corbel" w:hAnsi="Corbel"/>
                <w:b w:val="0"/>
                <w:sz w:val="24"/>
                <w:szCs w:val="24"/>
              </w:rPr>
              <w:t>echnologia Informacyjna</w:t>
            </w:r>
          </w:p>
        </w:tc>
      </w:tr>
      <w:tr w:rsidRPr="004C3DAF" w:rsidR="0085747A" w:rsidTr="359C6941" w14:paraId="54E45F0F" w14:textId="77777777">
        <w:tc>
          <w:tcPr>
            <w:tcW w:w="2694" w:type="dxa"/>
            <w:tcMar/>
            <w:vAlign w:val="center"/>
          </w:tcPr>
          <w:p w:rsidRPr="004C3DAF" w:rsidR="0085747A" w:rsidP="009C54AE" w:rsidRDefault="00C05F44" w14:paraId="693BED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Kod przedmiotu</w:t>
            </w:r>
            <w:r w:rsidRPr="004C3DAF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4C3DAF" w:rsidR="0085747A" w:rsidP="009C54AE" w:rsidRDefault="002A3D8F" w14:paraId="3B01F36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3DAF">
              <w:rPr>
                <w:rFonts w:ascii="Corbel" w:hAnsi="Corbel"/>
                <w:b w:val="0"/>
                <w:sz w:val="24"/>
                <w:szCs w:val="24"/>
              </w:rPr>
              <w:t>BW17</w:t>
            </w:r>
          </w:p>
        </w:tc>
      </w:tr>
      <w:tr w:rsidRPr="004C3DAF" w:rsidR="0085747A" w:rsidTr="359C6941" w14:paraId="54794C86" w14:textId="77777777">
        <w:tc>
          <w:tcPr>
            <w:tcW w:w="2694" w:type="dxa"/>
            <w:tcMar/>
            <w:vAlign w:val="center"/>
          </w:tcPr>
          <w:p w:rsidRPr="004C3DAF" w:rsidR="0085747A" w:rsidP="00EA4832" w:rsidRDefault="0085747A" w14:paraId="581FA0B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nazwa</w:t>
            </w:r>
            <w:r w:rsidRPr="004C3DAF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4C3DAF" w:rsidR="0085747A" w:rsidP="009C54AE" w:rsidRDefault="002A3D8F" w14:paraId="50652CE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3DA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4C3DAF" w:rsidR="0085747A" w:rsidTr="359C6941" w14:paraId="5D4368FE" w14:textId="77777777">
        <w:tc>
          <w:tcPr>
            <w:tcW w:w="2694" w:type="dxa"/>
            <w:tcMar/>
            <w:vAlign w:val="center"/>
          </w:tcPr>
          <w:p w:rsidRPr="004C3DAF" w:rsidR="0085747A" w:rsidP="009C54AE" w:rsidRDefault="0085747A" w14:paraId="4C79950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4C3DAF" w:rsidR="0085747A" w:rsidP="009C54AE" w:rsidRDefault="0015773A" w14:paraId="6F564FE1" w14:textId="6B1E10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3DA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4C3DAF" w:rsidR="0085747A" w:rsidTr="359C6941" w14:paraId="5D33DEED" w14:textId="77777777">
        <w:tc>
          <w:tcPr>
            <w:tcW w:w="2694" w:type="dxa"/>
            <w:tcMar/>
            <w:vAlign w:val="center"/>
          </w:tcPr>
          <w:p w:rsidRPr="004C3DAF" w:rsidR="0085747A" w:rsidP="009C54AE" w:rsidRDefault="0085747A" w14:paraId="7E1FB4A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4C3DAF" w:rsidR="0085747A" w:rsidP="009C54AE" w:rsidRDefault="002A3D8F" w14:paraId="21628FD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3DAF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4C3DAF" w:rsidR="0085747A" w:rsidTr="359C6941" w14:paraId="71CC08AB" w14:textId="77777777">
        <w:tc>
          <w:tcPr>
            <w:tcW w:w="2694" w:type="dxa"/>
            <w:tcMar/>
            <w:vAlign w:val="center"/>
          </w:tcPr>
          <w:p w:rsidRPr="004C3DAF" w:rsidR="0085747A" w:rsidP="009C54AE" w:rsidRDefault="00DE4A14" w14:paraId="29FC05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4C3DAF" w:rsidR="0085747A" w:rsidP="009C54AE" w:rsidRDefault="002A3D8F" w14:paraId="445AFDE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3DAF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4C3DAF" w:rsidR="0085747A" w:rsidTr="359C6941" w14:paraId="29B0A5A9" w14:textId="77777777">
        <w:tc>
          <w:tcPr>
            <w:tcW w:w="2694" w:type="dxa"/>
            <w:tcMar/>
            <w:vAlign w:val="center"/>
          </w:tcPr>
          <w:p w:rsidRPr="004C3DAF" w:rsidR="0085747A" w:rsidP="009C54AE" w:rsidRDefault="0085747A" w14:paraId="3B75825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4C3DAF" w:rsidR="0085747A" w:rsidP="009C54AE" w:rsidRDefault="002A3D8F" w14:paraId="2615B43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3DA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4C3DAF" w:rsidR="0085747A" w:rsidTr="359C6941" w14:paraId="5B5E0CB2" w14:textId="77777777">
        <w:tc>
          <w:tcPr>
            <w:tcW w:w="2694" w:type="dxa"/>
            <w:tcMar/>
            <w:vAlign w:val="center"/>
          </w:tcPr>
          <w:p w:rsidRPr="004C3DAF" w:rsidR="0085747A" w:rsidP="009C54AE" w:rsidRDefault="0085747A" w14:paraId="78D016E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4C3DAF" w:rsidR="0085747A" w:rsidP="009C54AE" w:rsidRDefault="00E07867" w14:paraId="620B0224" w14:textId="0A5E89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3DAF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4C3DAF" w:rsidR="002A3D8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4C3DAF" w:rsidR="0085747A" w:rsidTr="359C6941" w14:paraId="1DDE65B9" w14:textId="77777777">
        <w:tc>
          <w:tcPr>
            <w:tcW w:w="2694" w:type="dxa"/>
            <w:tcMar/>
            <w:vAlign w:val="center"/>
          </w:tcPr>
          <w:p w:rsidRPr="004C3DAF" w:rsidR="0085747A" w:rsidP="009C54AE" w:rsidRDefault="0085747A" w14:paraId="4219FEE7" w14:textId="489150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Mar/>
            <w:vAlign w:val="center"/>
          </w:tcPr>
          <w:p w:rsidRPr="004C3DAF" w:rsidR="0085747A" w:rsidP="009C54AE" w:rsidRDefault="005F3B4E" w14:paraId="7A54AF84" w14:textId="016E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3DA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C3DAF" w:rsidR="007A339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4C3DA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Pr="004C3DAF" w:rsidR="0085747A" w:rsidTr="359C6941" w14:paraId="75BC701E" w14:textId="77777777">
        <w:tc>
          <w:tcPr>
            <w:tcW w:w="2694" w:type="dxa"/>
            <w:tcMar/>
            <w:vAlign w:val="center"/>
          </w:tcPr>
          <w:p w:rsidRPr="004C3DAF" w:rsidR="0085747A" w:rsidP="009C54AE" w:rsidRDefault="0085747A" w14:paraId="77F12C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4C3DAF" w:rsidR="0085747A" w:rsidP="009C54AE" w:rsidRDefault="002A3D8F" w14:paraId="7A56F9D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3DAF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Pr="004C3DAF" w:rsidR="00923D7D" w:rsidTr="359C6941" w14:paraId="3BB22F19" w14:textId="77777777">
        <w:tc>
          <w:tcPr>
            <w:tcW w:w="2694" w:type="dxa"/>
            <w:tcMar/>
            <w:vAlign w:val="center"/>
          </w:tcPr>
          <w:p w:rsidRPr="004C3DAF" w:rsidR="00923D7D" w:rsidP="009C54AE" w:rsidRDefault="00923D7D" w14:paraId="592631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4C3DAF" w:rsidR="00923D7D" w:rsidP="009C54AE" w:rsidRDefault="002A3D8F" w14:paraId="293A469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3DA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4C3DAF" w:rsidR="0085747A" w:rsidTr="359C6941" w14:paraId="7FC8D0D2" w14:textId="77777777">
        <w:tc>
          <w:tcPr>
            <w:tcW w:w="2694" w:type="dxa"/>
            <w:tcMar/>
            <w:vAlign w:val="center"/>
          </w:tcPr>
          <w:p w:rsidRPr="004C3DAF" w:rsidR="0085747A" w:rsidP="009C54AE" w:rsidRDefault="0085747A" w14:paraId="3DC5A6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4C3DAF" w:rsidR="0085747A" w:rsidP="009C54AE" w:rsidRDefault="00E07867" w14:paraId="62981775" w14:textId="6BF9BD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3DAF">
              <w:rPr>
                <w:rFonts w:ascii="Corbel" w:hAnsi="Corbel"/>
                <w:b w:val="0"/>
                <w:sz w:val="24"/>
                <w:szCs w:val="24"/>
              </w:rPr>
              <w:t>dr hab. Krzysztof Żarna</w:t>
            </w:r>
          </w:p>
        </w:tc>
      </w:tr>
      <w:tr w:rsidRPr="004C3DAF" w:rsidR="0085747A" w:rsidTr="359C6941" w14:paraId="3214E2C8" w14:textId="77777777">
        <w:tc>
          <w:tcPr>
            <w:tcW w:w="2694" w:type="dxa"/>
            <w:tcMar/>
            <w:vAlign w:val="center"/>
          </w:tcPr>
          <w:p w:rsidRPr="004C3DAF" w:rsidR="0085747A" w:rsidP="009C54AE" w:rsidRDefault="0085747A" w14:paraId="5600090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4C3DAF" w:rsidR="0085747A" w:rsidP="359C6941" w:rsidRDefault="002A3D8F" w14:paraId="5A66BAB0" w14:textId="4BA6823D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59C6941" w:rsidR="002A3D8F">
              <w:rPr>
                <w:rFonts w:ascii="Corbel" w:hAnsi="Corbel"/>
                <w:b w:val="0"/>
                <w:bCs w:val="0"/>
                <w:sz w:val="24"/>
                <w:szCs w:val="24"/>
              </w:rPr>
              <w:t>mgr inż. Marcin Barłoga</w:t>
            </w:r>
          </w:p>
        </w:tc>
      </w:tr>
    </w:tbl>
    <w:p w:rsidRPr="004C3DAF" w:rsidR="0085747A" w:rsidP="009C54AE" w:rsidRDefault="0085747A" w14:paraId="664CDB4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C3DAF">
        <w:rPr>
          <w:rFonts w:ascii="Corbel" w:hAnsi="Corbel"/>
          <w:sz w:val="24"/>
          <w:szCs w:val="24"/>
        </w:rPr>
        <w:t xml:space="preserve">* </w:t>
      </w:r>
      <w:r w:rsidRPr="004C3DAF">
        <w:rPr>
          <w:rFonts w:ascii="Corbel" w:hAnsi="Corbel"/>
          <w:i/>
          <w:sz w:val="24"/>
          <w:szCs w:val="24"/>
        </w:rPr>
        <w:t>-</w:t>
      </w:r>
      <w:r w:rsidRPr="004C3DAF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4C3DAF" w:rsidR="00B90885">
        <w:rPr>
          <w:rFonts w:ascii="Corbel" w:hAnsi="Corbel"/>
          <w:b w:val="0"/>
          <w:sz w:val="24"/>
          <w:szCs w:val="24"/>
        </w:rPr>
        <w:t>e,</w:t>
      </w:r>
      <w:r w:rsidRPr="004C3DAF">
        <w:rPr>
          <w:rFonts w:ascii="Corbel" w:hAnsi="Corbel"/>
          <w:i/>
          <w:sz w:val="24"/>
          <w:szCs w:val="24"/>
        </w:rPr>
        <w:t xml:space="preserve"> </w:t>
      </w:r>
      <w:r w:rsidRPr="004C3DA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4C3DAF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4C3DAF" w:rsidR="00923D7D" w:rsidP="009C54AE" w:rsidRDefault="00923D7D" w14:paraId="2D84738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4C3DAF" w:rsidR="0085747A" w:rsidP="009C54AE" w:rsidRDefault="0085747A" w14:paraId="4D51DCBC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4C3DAF">
        <w:rPr>
          <w:rFonts w:ascii="Corbel" w:hAnsi="Corbel"/>
          <w:sz w:val="24"/>
          <w:szCs w:val="24"/>
        </w:rPr>
        <w:t>1.</w:t>
      </w:r>
      <w:r w:rsidRPr="004C3DAF" w:rsidR="00E22FBC">
        <w:rPr>
          <w:rFonts w:ascii="Corbel" w:hAnsi="Corbel"/>
          <w:sz w:val="24"/>
          <w:szCs w:val="24"/>
        </w:rPr>
        <w:t>1</w:t>
      </w:r>
      <w:r w:rsidRPr="004C3DA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4C3DAF" w:rsidR="00923D7D" w:rsidP="009C54AE" w:rsidRDefault="00923D7D" w14:paraId="588E037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4C3DAF" w:rsidR="00015B8F" w:rsidTr="00C766DF" w14:paraId="3BAC11E5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C3DAF" w:rsidR="00015B8F" w:rsidP="009C54AE" w:rsidRDefault="00015B8F" w14:paraId="5B26FC8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3DAF">
              <w:rPr>
                <w:rFonts w:ascii="Corbel" w:hAnsi="Corbel"/>
                <w:szCs w:val="24"/>
              </w:rPr>
              <w:t>Semestr</w:t>
            </w:r>
          </w:p>
          <w:p w:rsidRPr="004C3DAF" w:rsidR="00015B8F" w:rsidP="009C54AE" w:rsidRDefault="002B5EA0" w14:paraId="01B20E1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3DAF">
              <w:rPr>
                <w:rFonts w:ascii="Corbel" w:hAnsi="Corbel"/>
                <w:szCs w:val="24"/>
              </w:rPr>
              <w:t>(</w:t>
            </w:r>
            <w:r w:rsidRPr="004C3DAF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C3DAF" w:rsidR="00015B8F" w:rsidP="009C54AE" w:rsidRDefault="00015B8F" w14:paraId="26D3AD2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3DA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C3DAF" w:rsidR="00015B8F" w:rsidP="009C54AE" w:rsidRDefault="00015B8F" w14:paraId="21A5688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3DA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C3DAF" w:rsidR="00015B8F" w:rsidP="009C54AE" w:rsidRDefault="00015B8F" w14:paraId="61A749C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3DA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C3DAF" w:rsidR="00015B8F" w:rsidP="009C54AE" w:rsidRDefault="00015B8F" w14:paraId="69C6F9A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3DA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C3DAF" w:rsidR="00015B8F" w:rsidP="009C54AE" w:rsidRDefault="00015B8F" w14:paraId="1163DCF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3DA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C3DAF" w:rsidR="00015B8F" w:rsidP="009C54AE" w:rsidRDefault="00015B8F" w14:paraId="3F201DF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3DA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C3DAF" w:rsidR="00015B8F" w:rsidP="009C54AE" w:rsidRDefault="00015B8F" w14:paraId="4E2B1F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3DA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C3DAF" w:rsidR="00015B8F" w:rsidP="009C54AE" w:rsidRDefault="00015B8F" w14:paraId="677260E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3DA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C3DAF" w:rsidR="00015B8F" w:rsidP="009C54AE" w:rsidRDefault="00015B8F" w14:paraId="29FBCB1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C3DAF">
              <w:rPr>
                <w:rFonts w:ascii="Corbel" w:hAnsi="Corbel"/>
                <w:b/>
                <w:szCs w:val="24"/>
              </w:rPr>
              <w:t>Liczba pkt</w:t>
            </w:r>
            <w:r w:rsidRPr="004C3DAF" w:rsidR="00B90885">
              <w:rPr>
                <w:rFonts w:ascii="Corbel" w:hAnsi="Corbel"/>
                <w:b/>
                <w:szCs w:val="24"/>
              </w:rPr>
              <w:t>.</w:t>
            </w:r>
            <w:r w:rsidRPr="004C3DA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4C3DAF" w:rsidR="00015B8F" w:rsidTr="00C766DF" w14:paraId="278931FF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C3DAF" w:rsidR="00015B8F" w:rsidP="009C54AE" w:rsidRDefault="002A3D8F" w14:paraId="5337496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C3DAF" w:rsidR="00015B8F" w:rsidP="009C54AE" w:rsidRDefault="00015B8F" w14:paraId="0B0875C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C3DAF" w:rsidR="00015B8F" w:rsidP="009C54AE" w:rsidRDefault="00015B8F" w14:paraId="5E9BEA7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C3DAF" w:rsidR="00015B8F" w:rsidP="009C54AE" w:rsidRDefault="00015B8F" w14:paraId="1E7F1C3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C3DAF" w:rsidR="00015B8F" w:rsidP="009C54AE" w:rsidRDefault="00E07867" w14:paraId="0D6A5847" w14:textId="383686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C3DAF" w:rsidR="00015B8F" w:rsidP="009C54AE" w:rsidRDefault="00015B8F" w14:paraId="43C95DA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C3DAF" w:rsidR="00015B8F" w:rsidP="009C54AE" w:rsidRDefault="00015B8F" w14:paraId="1F1AC2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C3DAF" w:rsidR="00015B8F" w:rsidP="009C54AE" w:rsidRDefault="00015B8F" w14:paraId="60B4260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C3DAF" w:rsidR="00015B8F" w:rsidP="009C54AE" w:rsidRDefault="00015B8F" w14:paraId="7A24D6E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C3DAF" w:rsidR="00015B8F" w:rsidP="009C54AE" w:rsidRDefault="002A3D8F" w14:paraId="72544FE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4C3DAF" w:rsidR="00923D7D" w:rsidP="009C54AE" w:rsidRDefault="00923D7D" w14:paraId="554FD396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4C3DAF" w:rsidR="00923D7D" w:rsidP="009C54AE" w:rsidRDefault="00923D7D" w14:paraId="7274F40F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4C3DAF" w:rsidR="0085747A" w:rsidP="00F83B28" w:rsidRDefault="0085747A" w14:paraId="0BC3EA1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C3DAF">
        <w:rPr>
          <w:rFonts w:ascii="Corbel" w:hAnsi="Corbel"/>
          <w:smallCaps w:val="0"/>
          <w:szCs w:val="24"/>
        </w:rPr>
        <w:t>1.</w:t>
      </w:r>
      <w:r w:rsidRPr="004C3DAF" w:rsidR="00E22FBC">
        <w:rPr>
          <w:rFonts w:ascii="Corbel" w:hAnsi="Corbel"/>
          <w:smallCaps w:val="0"/>
          <w:szCs w:val="24"/>
        </w:rPr>
        <w:t>2</w:t>
      </w:r>
      <w:r w:rsidRPr="004C3DAF" w:rsidR="00F83B28">
        <w:rPr>
          <w:rFonts w:ascii="Corbel" w:hAnsi="Corbel"/>
          <w:smallCaps w:val="0"/>
          <w:szCs w:val="24"/>
        </w:rPr>
        <w:t>.</w:t>
      </w:r>
      <w:r w:rsidRPr="004C3DAF" w:rsidR="00F83B28">
        <w:rPr>
          <w:rFonts w:ascii="Corbel" w:hAnsi="Corbel"/>
          <w:smallCaps w:val="0"/>
          <w:szCs w:val="24"/>
        </w:rPr>
        <w:tab/>
      </w:r>
      <w:r w:rsidRPr="004C3DAF">
        <w:rPr>
          <w:rFonts w:ascii="Corbel" w:hAnsi="Corbel"/>
          <w:smallCaps w:val="0"/>
          <w:szCs w:val="24"/>
        </w:rPr>
        <w:t xml:space="preserve">Sposób realizacji zajęć  </w:t>
      </w:r>
    </w:p>
    <w:p w:rsidRPr="004C3DAF" w:rsidR="0085747A" w:rsidP="00F83B28" w:rsidRDefault="004E1397" w14:paraId="75F8844A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C3DAF">
        <w:rPr>
          <w:rFonts w:ascii="Segoe UI Symbol" w:hAnsi="Segoe UI Symbol" w:eastAsia="MS Gothic" w:cs="Segoe UI Symbol"/>
          <w:b w:val="0"/>
          <w:smallCaps w:val="0"/>
          <w:szCs w:val="24"/>
        </w:rPr>
        <w:t>☒</w:t>
      </w:r>
      <w:r w:rsidRPr="004C3DAF">
        <w:rPr>
          <w:rFonts w:ascii="Corbel" w:hAnsi="Corbel" w:eastAsia="MS Gothic" w:cs="MS Gothic"/>
          <w:b w:val="0"/>
          <w:smallCaps w:val="0"/>
          <w:szCs w:val="24"/>
        </w:rPr>
        <w:t xml:space="preserve"> </w:t>
      </w:r>
      <w:r w:rsidRPr="004C3DAF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4C3DAF" w:rsidR="0085747A" w:rsidP="00F83B28" w:rsidRDefault="0085747A" w14:paraId="59F8087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C3DAF">
        <w:rPr>
          <w:rFonts w:ascii="Segoe UI Symbol" w:hAnsi="Segoe UI Symbol" w:eastAsia="MS Gothic" w:cs="Segoe UI Symbol"/>
          <w:b w:val="0"/>
          <w:szCs w:val="24"/>
        </w:rPr>
        <w:t>☐</w:t>
      </w:r>
      <w:r w:rsidRPr="004C3DA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4C3DAF" w:rsidR="0085747A" w:rsidP="009C54AE" w:rsidRDefault="0085747A" w14:paraId="1B69813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4C3DAF" w:rsidR="00E22FBC" w:rsidP="00F83B28" w:rsidRDefault="00E22FBC" w14:paraId="398E04FA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C3DAF">
        <w:rPr>
          <w:rFonts w:ascii="Corbel" w:hAnsi="Corbel"/>
          <w:smallCaps w:val="0"/>
          <w:szCs w:val="24"/>
        </w:rPr>
        <w:t xml:space="preserve">1.3 </w:t>
      </w:r>
      <w:r w:rsidRPr="004C3DAF" w:rsidR="00F83B28">
        <w:rPr>
          <w:rFonts w:ascii="Corbel" w:hAnsi="Corbel"/>
          <w:smallCaps w:val="0"/>
          <w:szCs w:val="24"/>
        </w:rPr>
        <w:tab/>
      </w:r>
      <w:r w:rsidRPr="004C3DAF">
        <w:rPr>
          <w:rFonts w:ascii="Corbel" w:hAnsi="Corbel"/>
          <w:smallCaps w:val="0"/>
          <w:szCs w:val="24"/>
        </w:rPr>
        <w:t>For</w:t>
      </w:r>
      <w:r w:rsidRPr="004C3DAF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4C3DAF">
        <w:rPr>
          <w:rFonts w:ascii="Corbel" w:hAnsi="Corbel"/>
          <w:smallCaps w:val="0"/>
          <w:szCs w:val="24"/>
        </w:rPr>
        <w:t xml:space="preserve">(z toku) </w:t>
      </w:r>
      <w:r w:rsidRPr="004C3DA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4C3DAF" w:rsidR="002A3D8F" w:rsidP="00F83B28" w:rsidRDefault="002A3D8F" w14:paraId="1861ABF0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C3DAF">
        <w:rPr>
          <w:rFonts w:ascii="Corbel" w:hAnsi="Corbel"/>
          <w:b w:val="0"/>
          <w:smallCaps w:val="0"/>
          <w:szCs w:val="24"/>
        </w:rPr>
        <w:t>zaliczenie z oceną</w:t>
      </w:r>
    </w:p>
    <w:p w:rsidRPr="004C3DAF" w:rsidR="00E960BB" w:rsidP="009C54AE" w:rsidRDefault="00E960BB" w14:paraId="760DC3B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4C3DAF" w:rsidR="00E960BB" w:rsidP="009C54AE" w:rsidRDefault="0085747A" w14:paraId="091B3AA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4C3DA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C3DAF" w:rsidR="0085747A" w:rsidTr="00745302" w14:paraId="6A9D4C60" w14:textId="77777777">
        <w:tc>
          <w:tcPr>
            <w:tcW w:w="9670" w:type="dxa"/>
          </w:tcPr>
          <w:p w:rsidRPr="004C3DAF" w:rsidR="0085747A" w:rsidP="009C54AE" w:rsidRDefault="002A3D8F" w14:paraId="74A5B80F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znajomości obsługi komputera i środowiska Windows</w:t>
            </w:r>
            <w:r w:rsidRPr="004C3DAF" w:rsidR="009A3D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4C3DAF" w:rsidR="0085747A" w:rsidP="009C54AE" w:rsidRDefault="0085747A" w14:paraId="14931BC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4C3DAF" w:rsidR="00153C41" w:rsidP="009C54AE" w:rsidRDefault="00153C41" w14:paraId="2F87E9B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4C3DAF" w:rsidR="002A3D8F" w:rsidP="009C54AE" w:rsidRDefault="002A3D8F" w14:paraId="0C1E38C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4C3DAF" w:rsidR="0085747A" w:rsidP="009C54AE" w:rsidRDefault="0071620A" w14:paraId="7E75B4B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4C3DAF">
        <w:rPr>
          <w:rFonts w:ascii="Corbel" w:hAnsi="Corbel"/>
          <w:szCs w:val="24"/>
        </w:rPr>
        <w:lastRenderedPageBreak/>
        <w:t>3.</w:t>
      </w:r>
      <w:r w:rsidRPr="004C3DAF" w:rsidR="0085747A">
        <w:rPr>
          <w:rFonts w:ascii="Corbel" w:hAnsi="Corbel"/>
          <w:szCs w:val="24"/>
        </w:rPr>
        <w:t xml:space="preserve"> </w:t>
      </w:r>
      <w:r w:rsidRPr="004C3DAF" w:rsidR="00A84C85">
        <w:rPr>
          <w:rFonts w:ascii="Corbel" w:hAnsi="Corbel"/>
          <w:szCs w:val="24"/>
        </w:rPr>
        <w:t>cele, efekty uczenia się</w:t>
      </w:r>
      <w:r w:rsidRPr="004C3DAF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4C3DAF" w:rsidR="0085747A" w:rsidP="009C54AE" w:rsidRDefault="0085747A" w14:paraId="04A38D3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4C3DAF" w:rsidR="0085747A" w:rsidP="009C54AE" w:rsidRDefault="0071620A" w14:paraId="116CD5F1" w14:textId="77777777">
      <w:pPr>
        <w:pStyle w:val="Podpunkty"/>
        <w:rPr>
          <w:rFonts w:ascii="Corbel" w:hAnsi="Corbel"/>
          <w:sz w:val="24"/>
          <w:szCs w:val="24"/>
        </w:rPr>
      </w:pPr>
      <w:r w:rsidRPr="004C3DAF">
        <w:rPr>
          <w:rFonts w:ascii="Corbel" w:hAnsi="Corbel"/>
          <w:sz w:val="24"/>
          <w:szCs w:val="24"/>
        </w:rPr>
        <w:t xml:space="preserve">3.1 </w:t>
      </w:r>
      <w:r w:rsidRPr="004C3DAF" w:rsidR="00C05F44">
        <w:rPr>
          <w:rFonts w:ascii="Corbel" w:hAnsi="Corbel"/>
          <w:sz w:val="24"/>
          <w:szCs w:val="24"/>
        </w:rPr>
        <w:t>Cele przedmiotu</w:t>
      </w:r>
    </w:p>
    <w:p w:rsidRPr="004C3DAF" w:rsidR="00F83B28" w:rsidP="009C54AE" w:rsidRDefault="00F83B28" w14:paraId="17582E0F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Pr="004C3DAF" w:rsidR="0085747A" w:rsidP="009C54AE" w:rsidRDefault="0085747A" w14:paraId="2CEBAF1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667"/>
        <w:gridCol w:w="8853"/>
      </w:tblGrid>
      <w:tr w:rsidRPr="004C3DAF" w:rsidR="004E1397" w:rsidTr="00ED788C" w14:paraId="388960DB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C3DAF" w:rsidR="004E1397" w:rsidP="00ED788C" w:rsidRDefault="004E1397" w14:paraId="68A8132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0"/>
              </w:rPr>
            </w:pPr>
            <w:r w:rsidRPr="004C3DAF">
              <w:rPr>
                <w:rFonts w:ascii="Corbel" w:hAnsi="Corbel"/>
                <w:b w:val="0"/>
                <w:bCs/>
                <w:sz w:val="20"/>
              </w:rPr>
              <w:t xml:space="preserve">C1 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C3DAF" w:rsidR="004E1397" w:rsidP="00ED788C" w:rsidRDefault="004E1397" w14:paraId="12F412FE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>Zapoznanie studentów z obszarami zastosowań technologii informacyjnej w naukach społecznych.</w:t>
            </w:r>
          </w:p>
        </w:tc>
      </w:tr>
      <w:tr w:rsidRPr="004C3DAF" w:rsidR="004E1397" w:rsidTr="00ED788C" w14:paraId="13DDA40F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C3DAF" w:rsidR="004E1397" w:rsidP="00ED788C" w:rsidRDefault="004E1397" w14:paraId="09558F73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4C3DAF">
              <w:rPr>
                <w:rFonts w:ascii="Corbel" w:hAnsi="Corbel"/>
              </w:rPr>
              <w:t>C2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C3DAF" w:rsidR="004E1397" w:rsidP="00ED788C" w:rsidRDefault="004E1397" w14:paraId="326CD2BE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>Zdobycie umiejętności, posługiwania się narzędziami pakietu MS Office.</w:t>
            </w:r>
          </w:p>
        </w:tc>
      </w:tr>
      <w:tr w:rsidRPr="004C3DAF" w:rsidR="004E1397" w:rsidTr="00ED788C" w14:paraId="3ED30762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C3DAF" w:rsidR="004E1397" w:rsidP="00ED788C" w:rsidRDefault="004E1397" w14:paraId="38EB8F8B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4C3DAF">
              <w:rPr>
                <w:rFonts w:ascii="Corbel" w:hAnsi="Corbel"/>
              </w:rPr>
              <w:t>C3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C3DAF" w:rsidR="004E1397" w:rsidP="00ED788C" w:rsidRDefault="004E1397" w14:paraId="3FEE94E6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>Zdobycie umiejętności wykorzystywania zasobów bibliotek cyfrowych oraz naukowych baz danych.</w:t>
            </w:r>
          </w:p>
        </w:tc>
      </w:tr>
    </w:tbl>
    <w:p w:rsidRPr="004C3DAF" w:rsidR="002A3D8F" w:rsidP="009C54AE" w:rsidRDefault="002A3D8F" w14:paraId="40CF0D8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4C3DAF" w:rsidR="002A3D8F" w:rsidP="009C54AE" w:rsidRDefault="002A3D8F" w14:paraId="6247909E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4C3DAF" w:rsidR="001D7B54" w:rsidP="009C54AE" w:rsidRDefault="009F4610" w14:paraId="6E83F8A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C3DAF">
        <w:rPr>
          <w:rFonts w:ascii="Corbel" w:hAnsi="Corbel"/>
          <w:b/>
          <w:sz w:val="24"/>
          <w:szCs w:val="24"/>
        </w:rPr>
        <w:t xml:space="preserve">3.2 </w:t>
      </w:r>
      <w:r w:rsidRPr="004C3DAF" w:rsidR="001D7B54">
        <w:rPr>
          <w:rFonts w:ascii="Corbel" w:hAnsi="Corbel"/>
          <w:b/>
          <w:sz w:val="24"/>
          <w:szCs w:val="24"/>
        </w:rPr>
        <w:t xml:space="preserve">Efekty </w:t>
      </w:r>
      <w:r w:rsidRPr="004C3DAF" w:rsidR="00C05F44">
        <w:rPr>
          <w:rFonts w:ascii="Corbel" w:hAnsi="Corbel"/>
          <w:b/>
          <w:sz w:val="24"/>
          <w:szCs w:val="24"/>
        </w:rPr>
        <w:t xml:space="preserve">uczenia się </w:t>
      </w:r>
      <w:r w:rsidRPr="004C3DAF" w:rsidR="001D7B54">
        <w:rPr>
          <w:rFonts w:ascii="Corbel" w:hAnsi="Corbel"/>
          <w:b/>
          <w:sz w:val="24"/>
          <w:szCs w:val="24"/>
        </w:rPr>
        <w:t>dla przedmiotu</w:t>
      </w:r>
      <w:r w:rsidRPr="004C3DAF" w:rsidR="00445970">
        <w:rPr>
          <w:rFonts w:ascii="Corbel" w:hAnsi="Corbel"/>
          <w:sz w:val="24"/>
          <w:szCs w:val="24"/>
        </w:rPr>
        <w:t xml:space="preserve"> </w:t>
      </w:r>
    </w:p>
    <w:p w:rsidRPr="004C3DAF" w:rsidR="0085747A" w:rsidP="009C54AE" w:rsidRDefault="0085747A" w14:paraId="57E7172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4C3DAF" w:rsidR="004E1397" w:rsidTr="00ED788C" w14:paraId="6A1994C0" w14:textId="77777777">
        <w:tc>
          <w:tcPr>
            <w:tcW w:w="1701" w:type="dxa"/>
            <w:vAlign w:val="center"/>
          </w:tcPr>
          <w:p w:rsidRPr="004C3DAF" w:rsidR="004E1397" w:rsidP="00ED788C" w:rsidRDefault="004E1397" w14:paraId="5770100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smallCaps w:val="0"/>
                <w:szCs w:val="24"/>
              </w:rPr>
              <w:t>EK</w:t>
            </w:r>
            <w:r w:rsidRPr="004C3DA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Pr="004C3DAF" w:rsidR="004E1397" w:rsidP="00ED788C" w:rsidRDefault="004E1397" w14:paraId="0122D23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:rsidRPr="004C3DAF" w:rsidR="004E1397" w:rsidP="00ED788C" w:rsidRDefault="004E1397" w14:paraId="2FE7C9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>Odniesienie do efektów kierunkowych</w:t>
            </w:r>
          </w:p>
        </w:tc>
      </w:tr>
      <w:tr w:rsidRPr="004C3DAF" w:rsidR="004E1397" w:rsidTr="00ED788C" w14:paraId="1902ED4F" w14:textId="77777777">
        <w:tc>
          <w:tcPr>
            <w:tcW w:w="1701" w:type="dxa"/>
          </w:tcPr>
          <w:p w:rsidRPr="004C3DAF" w:rsidR="004E1397" w:rsidP="00ED788C" w:rsidRDefault="004E1397" w14:paraId="726C6D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3DA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:rsidRPr="004C3DAF" w:rsidR="004E1397" w:rsidP="00ED788C" w:rsidRDefault="004E1397" w14:paraId="44B5284D" w14:textId="77777777">
            <w:pPr>
              <w:jc w:val="both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>Student wyjaśnia rolę mediów w społeczeństwie informacyjnym</w:t>
            </w:r>
            <w:r w:rsidRPr="004C3DAF" w:rsidR="00497257">
              <w:rPr>
                <w:rFonts w:ascii="Corbel" w:hAnsi="Corbel"/>
                <w:sz w:val="20"/>
                <w:szCs w:val="20"/>
              </w:rPr>
              <w:t>.</w:t>
            </w:r>
          </w:p>
        </w:tc>
        <w:tc>
          <w:tcPr>
            <w:tcW w:w="1873" w:type="dxa"/>
          </w:tcPr>
          <w:p w:rsidRPr="004C3DAF" w:rsidR="004E1397" w:rsidP="00ED788C" w:rsidRDefault="004E1397" w14:paraId="74D7E1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Pr="004C3DAF" w:rsidR="004E1397" w:rsidTr="00ED788C" w14:paraId="63AC2552" w14:textId="77777777">
        <w:tc>
          <w:tcPr>
            <w:tcW w:w="1701" w:type="dxa"/>
          </w:tcPr>
          <w:p w:rsidRPr="004C3DAF" w:rsidR="004E1397" w:rsidP="00ED788C" w:rsidRDefault="004E1397" w14:paraId="2056A9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3DAF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96" w:type="dxa"/>
            <w:vAlign w:val="center"/>
          </w:tcPr>
          <w:p w:rsidRPr="004C3DAF" w:rsidR="004E1397" w:rsidP="00ED788C" w:rsidRDefault="004E1397" w14:paraId="37BBBBA4" w14:textId="77777777">
            <w:pPr>
              <w:jc w:val="both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>Student charakteryzuje i klasyfikuje techniki informacyjno-komunikacyjne.</w:t>
            </w:r>
            <w:bookmarkStart w:name="_GoBack" w:id="0"/>
            <w:bookmarkEnd w:id="0"/>
          </w:p>
        </w:tc>
        <w:tc>
          <w:tcPr>
            <w:tcW w:w="1873" w:type="dxa"/>
          </w:tcPr>
          <w:p w:rsidRPr="004C3DAF" w:rsidR="004E1397" w:rsidP="00ED788C" w:rsidRDefault="004E1397" w14:paraId="381A4A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4C3DAF" w:rsidR="004E1397" w:rsidTr="00ED788C" w14:paraId="5649E454" w14:textId="77777777">
        <w:tc>
          <w:tcPr>
            <w:tcW w:w="1701" w:type="dxa"/>
          </w:tcPr>
          <w:p w:rsidRPr="004C3DAF" w:rsidR="004E1397" w:rsidP="00ED788C" w:rsidRDefault="004E1397" w14:paraId="5E20A9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Pr="004C3DAF" w:rsidR="004E1397" w:rsidP="00ED788C" w:rsidRDefault="004E1397" w14:paraId="2623116F" w14:textId="77777777">
            <w:pPr>
              <w:jc w:val="both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>Student posiada umiejętność wykorzystywania naukowych portali (stron WWW).</w:t>
            </w:r>
          </w:p>
        </w:tc>
        <w:tc>
          <w:tcPr>
            <w:tcW w:w="1873" w:type="dxa"/>
          </w:tcPr>
          <w:p w:rsidRPr="004C3DAF" w:rsidR="004E1397" w:rsidP="00ED788C" w:rsidRDefault="004E1397" w14:paraId="2A6095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Pr="004C3DAF" w:rsidR="004E1397" w:rsidTr="00ED788C" w14:paraId="7F63A383" w14:textId="77777777">
        <w:tc>
          <w:tcPr>
            <w:tcW w:w="1701" w:type="dxa"/>
          </w:tcPr>
          <w:p w:rsidRPr="004C3DAF" w:rsidR="004E1397" w:rsidP="00ED788C" w:rsidRDefault="004E1397" w14:paraId="6BC959E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:rsidRPr="004C3DAF" w:rsidR="004E1397" w:rsidP="00ED788C" w:rsidRDefault="004E1397" w14:paraId="268C037D" w14:textId="66CF3D06">
            <w:pPr>
              <w:jc w:val="both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>Student potrafi analizować e-źródła, edytuje dokumenty tekstowe zgodnie z wymogami edytor</w:t>
            </w:r>
            <w:r w:rsidRPr="004C3DAF" w:rsidR="00BB3A9F">
              <w:rPr>
                <w:rFonts w:ascii="Corbel" w:hAnsi="Corbel"/>
                <w:sz w:val="20"/>
                <w:szCs w:val="20"/>
              </w:rPr>
              <w:t>sk</w:t>
            </w:r>
            <w:r w:rsidRPr="004C3DAF">
              <w:rPr>
                <w:rFonts w:ascii="Corbel" w:hAnsi="Corbel"/>
                <w:sz w:val="20"/>
                <w:szCs w:val="20"/>
              </w:rPr>
              <w:t>imi.</w:t>
            </w:r>
          </w:p>
        </w:tc>
        <w:tc>
          <w:tcPr>
            <w:tcW w:w="1873" w:type="dxa"/>
          </w:tcPr>
          <w:p w:rsidRPr="004C3DAF" w:rsidR="004E1397" w:rsidP="00ED788C" w:rsidRDefault="004E1397" w14:paraId="646E87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Pr="004C3DAF" w:rsidR="004E1397" w:rsidTr="00ED788C" w14:paraId="7EC0576D" w14:textId="77777777">
        <w:tc>
          <w:tcPr>
            <w:tcW w:w="1701" w:type="dxa"/>
          </w:tcPr>
          <w:p w:rsidRPr="004C3DAF" w:rsidR="004E1397" w:rsidP="00ED788C" w:rsidRDefault="004E1397" w14:paraId="2C84D80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vAlign w:val="center"/>
          </w:tcPr>
          <w:p w:rsidRPr="004C3DAF" w:rsidR="004E1397" w:rsidP="00ED788C" w:rsidRDefault="004E1397" w14:paraId="7F60F6C8" w14:textId="77777777">
            <w:pPr>
              <w:jc w:val="both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>Student potrafi korzystać z możliwości pakietu biurowego MS Office i  respektuje zasady dotyczące ochrony własności intelektualnej.</w:t>
            </w:r>
          </w:p>
        </w:tc>
        <w:tc>
          <w:tcPr>
            <w:tcW w:w="1873" w:type="dxa"/>
          </w:tcPr>
          <w:p w:rsidRPr="004C3DAF" w:rsidR="004E1397" w:rsidP="00ED788C" w:rsidRDefault="004E1397" w14:paraId="45E860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</w:tbl>
    <w:p w:rsidRPr="004C3DAF" w:rsidR="002A3D8F" w:rsidP="009C54AE" w:rsidRDefault="002A3D8F" w14:paraId="33E6DFF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4C3DAF" w:rsidR="002A3D8F" w:rsidP="009C54AE" w:rsidRDefault="002A3D8F" w14:paraId="3B29F76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4C3DAF" w:rsidR="0085747A" w:rsidP="009C54AE" w:rsidRDefault="00675843" w14:paraId="5404A52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C3DAF">
        <w:rPr>
          <w:rFonts w:ascii="Corbel" w:hAnsi="Corbel"/>
          <w:b/>
          <w:sz w:val="24"/>
          <w:szCs w:val="24"/>
        </w:rPr>
        <w:t>3.3</w:t>
      </w:r>
      <w:r w:rsidRPr="004C3DAF" w:rsidR="001D7B54">
        <w:rPr>
          <w:rFonts w:ascii="Corbel" w:hAnsi="Corbel"/>
          <w:b/>
          <w:sz w:val="24"/>
          <w:szCs w:val="24"/>
        </w:rPr>
        <w:t xml:space="preserve"> </w:t>
      </w:r>
      <w:r w:rsidRPr="004C3DAF" w:rsidR="0085747A">
        <w:rPr>
          <w:rFonts w:ascii="Corbel" w:hAnsi="Corbel"/>
          <w:b/>
          <w:sz w:val="24"/>
          <w:szCs w:val="24"/>
        </w:rPr>
        <w:t>T</w:t>
      </w:r>
      <w:r w:rsidRPr="004C3DAF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4C3DAF" w:rsidR="007327BD">
        <w:rPr>
          <w:rFonts w:ascii="Corbel" w:hAnsi="Corbel"/>
          <w:sz w:val="24"/>
          <w:szCs w:val="24"/>
        </w:rPr>
        <w:t xml:space="preserve">  </w:t>
      </w:r>
    </w:p>
    <w:p w:rsidRPr="004C3DAF" w:rsidR="0085747A" w:rsidP="009C54AE" w:rsidRDefault="0085747A" w14:paraId="51416DC3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C3DAF">
        <w:rPr>
          <w:rFonts w:ascii="Corbel" w:hAnsi="Corbel"/>
          <w:sz w:val="24"/>
          <w:szCs w:val="24"/>
        </w:rPr>
        <w:t xml:space="preserve">Problematyka wykładu </w:t>
      </w:r>
    </w:p>
    <w:p w:rsidRPr="004C3DAF" w:rsidR="00675843" w:rsidP="009C54AE" w:rsidRDefault="00675843" w14:paraId="561CB771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C3DAF" w:rsidR="0085747A" w:rsidTr="00923D7D" w14:paraId="3B17BF53" w14:textId="77777777">
        <w:tc>
          <w:tcPr>
            <w:tcW w:w="9639" w:type="dxa"/>
          </w:tcPr>
          <w:p w:rsidRPr="004C3DAF" w:rsidR="0085747A" w:rsidP="009C54AE" w:rsidRDefault="0085747A" w14:paraId="26B64F9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4C3DAF" w:rsidR="0085747A" w:rsidTr="00923D7D" w14:paraId="24338EB0" w14:textId="77777777">
        <w:tc>
          <w:tcPr>
            <w:tcW w:w="9639" w:type="dxa"/>
          </w:tcPr>
          <w:p w:rsidRPr="004C3DAF" w:rsidR="0085747A" w:rsidP="009C54AE" w:rsidRDefault="0085747A" w14:paraId="1913B5D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4C3DAF" w:rsidR="0085747A" w:rsidTr="00923D7D" w14:paraId="353D047D" w14:textId="77777777">
        <w:tc>
          <w:tcPr>
            <w:tcW w:w="9639" w:type="dxa"/>
          </w:tcPr>
          <w:p w:rsidRPr="004C3DAF" w:rsidR="0085747A" w:rsidP="009C54AE" w:rsidRDefault="0085747A" w14:paraId="68F5B56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4C3DAF" w:rsidR="0085747A" w:rsidTr="00923D7D" w14:paraId="79647B1C" w14:textId="77777777">
        <w:tc>
          <w:tcPr>
            <w:tcW w:w="9639" w:type="dxa"/>
          </w:tcPr>
          <w:p w:rsidRPr="004C3DAF" w:rsidR="0085747A" w:rsidP="009C54AE" w:rsidRDefault="0085747A" w14:paraId="00E2019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4C3DAF" w:rsidR="0085747A" w:rsidP="009C54AE" w:rsidRDefault="0085747A" w14:paraId="1ED3DF4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4C3DAF" w:rsidR="0085747A" w:rsidP="009C54AE" w:rsidRDefault="0085747A" w14:paraId="412980C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C3DAF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4C3DAF" w:rsidR="009F4610">
        <w:rPr>
          <w:rFonts w:ascii="Corbel" w:hAnsi="Corbel"/>
          <w:sz w:val="24"/>
          <w:szCs w:val="24"/>
        </w:rPr>
        <w:t xml:space="preserve">, </w:t>
      </w:r>
      <w:r w:rsidRPr="004C3DAF">
        <w:rPr>
          <w:rFonts w:ascii="Corbel" w:hAnsi="Corbel"/>
          <w:sz w:val="24"/>
          <w:szCs w:val="24"/>
        </w:rPr>
        <w:t xml:space="preserve">zajęć praktycznych </w:t>
      </w:r>
    </w:p>
    <w:p w:rsidRPr="004C3DAF" w:rsidR="0085747A" w:rsidP="009C54AE" w:rsidRDefault="0085747A" w14:paraId="703E5843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9520"/>
      </w:tblGrid>
      <w:tr w:rsidRPr="004C3DAF" w:rsidR="00497257" w:rsidTr="00ED788C" w14:paraId="2C99EF3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C3DAF" w:rsidR="00497257" w:rsidP="00ED788C" w:rsidRDefault="00497257" w14:paraId="22CCF9DA" w14:textId="77777777">
            <w:pPr>
              <w:pStyle w:val="Akapitzlist1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C3DAF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Pr="004C3DAF" w:rsidR="00497257" w:rsidTr="00ED788C" w14:paraId="7904ACE1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C3DAF" w:rsidR="00497257" w:rsidP="00497257" w:rsidRDefault="00497257" w14:paraId="287C0F91" w14:textId="77777777">
            <w:pPr>
              <w:pStyle w:val="Akapitzlist1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Objaśnienie roli technologii informacyjnej we współczesnym świecie.</w:t>
            </w:r>
          </w:p>
          <w:p w:rsidRPr="004C3DAF" w:rsidR="00497257" w:rsidP="00497257" w:rsidRDefault="00497257" w14:paraId="3A6DF2AF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 xml:space="preserve">Praca w środowisku MS Office. </w:t>
            </w:r>
          </w:p>
          <w:p w:rsidRPr="004C3DAF" w:rsidR="00497257" w:rsidP="00497257" w:rsidRDefault="00497257" w14:paraId="27040894" w14:textId="7CA43C0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Ochron</w:t>
            </w:r>
            <w:r w:rsidRPr="004C3DAF" w:rsidR="00E87761">
              <w:rPr>
                <w:rFonts w:ascii="Corbel" w:hAnsi="Corbel"/>
                <w:sz w:val="24"/>
                <w:szCs w:val="24"/>
              </w:rPr>
              <w:t>a</w:t>
            </w:r>
            <w:r w:rsidRPr="004C3DAF">
              <w:rPr>
                <w:rFonts w:ascii="Corbel" w:hAnsi="Corbel"/>
                <w:sz w:val="24"/>
                <w:szCs w:val="24"/>
              </w:rPr>
              <w:t xml:space="preserve"> własności intelektualnej w sieci.</w:t>
            </w:r>
          </w:p>
          <w:p w:rsidRPr="004C3DAF" w:rsidR="00497257" w:rsidP="00497257" w:rsidRDefault="00497257" w14:paraId="60C9E9E9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 xml:space="preserve"> Wykorzystywanie zasobów naukowych Internetu (bibliotek cyfrowych, baz danych, portali naukowych).</w:t>
            </w:r>
          </w:p>
          <w:p w:rsidRPr="004C3DAF" w:rsidR="00497257" w:rsidP="00497257" w:rsidRDefault="00497257" w14:paraId="3D1F68CF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Bezpieczeństwo w sieci, ochrona danych i użytkownika.</w:t>
            </w:r>
          </w:p>
        </w:tc>
      </w:tr>
    </w:tbl>
    <w:p w:rsidRPr="004C3DAF" w:rsidR="0085747A" w:rsidP="009C54AE" w:rsidRDefault="0085747A" w14:paraId="4369323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4C3DAF" w:rsidR="0085747A" w:rsidP="009C54AE" w:rsidRDefault="009F4610" w14:paraId="35B8593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C3DAF">
        <w:rPr>
          <w:rFonts w:ascii="Corbel" w:hAnsi="Corbel"/>
          <w:smallCaps w:val="0"/>
          <w:szCs w:val="24"/>
        </w:rPr>
        <w:lastRenderedPageBreak/>
        <w:t>3.4 Metody dydaktyczne</w:t>
      </w:r>
      <w:r w:rsidRPr="004C3DAF">
        <w:rPr>
          <w:rFonts w:ascii="Corbel" w:hAnsi="Corbel"/>
          <w:b w:val="0"/>
          <w:smallCaps w:val="0"/>
          <w:szCs w:val="24"/>
        </w:rPr>
        <w:t xml:space="preserve"> </w:t>
      </w:r>
    </w:p>
    <w:p w:rsidRPr="004C3DAF" w:rsidR="0085747A" w:rsidP="009C54AE" w:rsidRDefault="0085747A" w14:paraId="7C42BE9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C3DAF" w:rsidR="0085747A" w:rsidP="00461F06" w:rsidRDefault="00461F06" w14:paraId="279752A5" w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4C3DAF">
        <w:rPr>
          <w:rFonts w:ascii="Corbel" w:hAnsi="Corbel"/>
          <w:sz w:val="20"/>
          <w:szCs w:val="20"/>
        </w:rPr>
        <w:t>elementy wykładu problemowego z prezentacją multimedialną, zajęcia praktyczne z wykorzystaniem komputera</w:t>
      </w:r>
    </w:p>
    <w:p w:rsidRPr="004C3DAF" w:rsidR="00461F06" w:rsidP="009C54AE" w:rsidRDefault="00461F06" w14:paraId="734A540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4C3DAF" w:rsidR="009A3D07" w:rsidP="009C54AE" w:rsidRDefault="009A3D07" w14:paraId="0586E42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4C3DAF" w:rsidR="0085747A" w:rsidP="009C54AE" w:rsidRDefault="00C61DC5" w14:paraId="22EB111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C3DAF">
        <w:rPr>
          <w:rFonts w:ascii="Corbel" w:hAnsi="Corbel"/>
          <w:smallCaps w:val="0"/>
          <w:szCs w:val="24"/>
        </w:rPr>
        <w:t xml:space="preserve">4. </w:t>
      </w:r>
      <w:r w:rsidRPr="004C3DAF" w:rsidR="0085747A">
        <w:rPr>
          <w:rFonts w:ascii="Corbel" w:hAnsi="Corbel"/>
          <w:smallCaps w:val="0"/>
          <w:szCs w:val="24"/>
        </w:rPr>
        <w:t>METODY I KRYTERIA OCENY</w:t>
      </w:r>
      <w:r w:rsidRPr="004C3DAF" w:rsidR="009F4610">
        <w:rPr>
          <w:rFonts w:ascii="Corbel" w:hAnsi="Corbel"/>
          <w:smallCaps w:val="0"/>
          <w:szCs w:val="24"/>
        </w:rPr>
        <w:t xml:space="preserve"> </w:t>
      </w:r>
    </w:p>
    <w:p w:rsidRPr="004C3DAF" w:rsidR="00923D7D" w:rsidP="009C54AE" w:rsidRDefault="00923D7D" w14:paraId="2EFC962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4C3DAF" w:rsidR="0085747A" w:rsidP="009C54AE" w:rsidRDefault="0085747A" w14:paraId="2B18F90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3DAF">
        <w:rPr>
          <w:rFonts w:ascii="Corbel" w:hAnsi="Corbel"/>
          <w:smallCaps w:val="0"/>
          <w:szCs w:val="24"/>
        </w:rPr>
        <w:t xml:space="preserve">4.1 Sposoby weryfikacji efektów </w:t>
      </w:r>
      <w:r w:rsidRPr="004C3DAF" w:rsidR="00C05F44">
        <w:rPr>
          <w:rFonts w:ascii="Corbel" w:hAnsi="Corbel"/>
          <w:smallCaps w:val="0"/>
          <w:szCs w:val="24"/>
        </w:rPr>
        <w:t>uczenia się</w:t>
      </w:r>
    </w:p>
    <w:p w:rsidRPr="004C3DAF" w:rsidR="00461F06" w:rsidP="009C54AE" w:rsidRDefault="00461F06" w14:paraId="7815AD5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Pr="004C3DAF" w:rsidR="00497257" w:rsidTr="00ED788C" w14:paraId="4ECD1595" w14:textId="77777777">
        <w:tc>
          <w:tcPr>
            <w:tcW w:w="2410" w:type="dxa"/>
            <w:vAlign w:val="center"/>
          </w:tcPr>
          <w:p w:rsidRPr="004C3DAF" w:rsidR="00497257" w:rsidP="00ED788C" w:rsidRDefault="00497257" w14:paraId="72A71CB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Pr="004C3DAF" w:rsidR="00497257" w:rsidP="00ED788C" w:rsidRDefault="00497257" w14:paraId="1004C6E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4C3DAF" w:rsidR="00497257" w:rsidP="00ED788C" w:rsidRDefault="00497257" w14:paraId="224EAD7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4C3DAF" w:rsidR="00497257" w:rsidP="00ED788C" w:rsidRDefault="00497257" w14:paraId="3F60534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4C3DAF" w:rsidR="00497257" w:rsidP="00ED788C" w:rsidRDefault="00497257" w14:paraId="6D68212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4C3DAF" w:rsidR="00497257" w:rsidTr="00ED788C" w14:paraId="5338B57C" w14:textId="77777777">
        <w:tc>
          <w:tcPr>
            <w:tcW w:w="2410" w:type="dxa"/>
          </w:tcPr>
          <w:p w:rsidRPr="004C3DAF" w:rsidR="00497257" w:rsidP="00ED788C" w:rsidRDefault="00497257" w14:paraId="2CC1E0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3DA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Pr="004C3DAF" w:rsidR="00497257" w:rsidP="00ED788C" w:rsidRDefault="00497257" w14:paraId="24C8B3C4" w14:textId="77777777">
            <w:pPr>
              <w:spacing w:before="40" w:after="40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>Ocena podczas rozmowy na zajęciach .</w:t>
            </w:r>
          </w:p>
        </w:tc>
        <w:tc>
          <w:tcPr>
            <w:tcW w:w="2126" w:type="dxa"/>
          </w:tcPr>
          <w:p w:rsidRPr="004C3DAF" w:rsidR="00497257" w:rsidP="00ED788C" w:rsidRDefault="00497257" w14:paraId="42A51C3A" w14:textId="77777777">
            <w:pPr>
              <w:spacing w:before="40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 xml:space="preserve">lab. </w:t>
            </w:r>
          </w:p>
        </w:tc>
      </w:tr>
      <w:tr w:rsidRPr="004C3DAF" w:rsidR="00497257" w:rsidTr="00ED788C" w14:paraId="0EE965EA" w14:textId="77777777">
        <w:tc>
          <w:tcPr>
            <w:tcW w:w="2410" w:type="dxa"/>
          </w:tcPr>
          <w:p w:rsidRPr="004C3DAF" w:rsidR="00497257" w:rsidP="00ED788C" w:rsidRDefault="00497257" w14:paraId="41973C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3DA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Pr="004C3DAF" w:rsidR="00497257" w:rsidP="00ED788C" w:rsidRDefault="00497257" w14:paraId="620352E4" w14:textId="77777777">
            <w:pPr>
              <w:spacing w:before="40" w:after="40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>Ocena podczas rozmowy na zajęciach.</w:t>
            </w:r>
          </w:p>
        </w:tc>
        <w:tc>
          <w:tcPr>
            <w:tcW w:w="2126" w:type="dxa"/>
          </w:tcPr>
          <w:p w:rsidRPr="004C3DAF" w:rsidR="00497257" w:rsidP="00ED788C" w:rsidRDefault="00497257" w14:paraId="348FE24D" w14:textId="77777777">
            <w:pPr>
              <w:spacing w:before="40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 xml:space="preserve">lab. </w:t>
            </w:r>
          </w:p>
        </w:tc>
      </w:tr>
      <w:tr w:rsidRPr="004C3DAF" w:rsidR="00497257" w:rsidTr="00ED788C" w14:paraId="1E2656E1" w14:textId="77777777">
        <w:tc>
          <w:tcPr>
            <w:tcW w:w="2410" w:type="dxa"/>
          </w:tcPr>
          <w:p w:rsidRPr="004C3DAF" w:rsidR="00497257" w:rsidP="00ED788C" w:rsidRDefault="00497257" w14:paraId="2AF76F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3DA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Pr="004C3DAF" w:rsidR="00497257" w:rsidP="00ED788C" w:rsidRDefault="00497257" w14:paraId="717CF210" w14:textId="77777777">
            <w:pPr>
              <w:spacing w:before="40" w:after="40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>Ocena z kolokwium.</w:t>
            </w:r>
          </w:p>
        </w:tc>
        <w:tc>
          <w:tcPr>
            <w:tcW w:w="2126" w:type="dxa"/>
          </w:tcPr>
          <w:p w:rsidRPr="004C3DAF" w:rsidR="00497257" w:rsidP="00ED788C" w:rsidRDefault="00497257" w14:paraId="615F3FFA" w14:textId="77777777">
            <w:pPr>
              <w:spacing w:before="40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 xml:space="preserve">lab. </w:t>
            </w:r>
          </w:p>
        </w:tc>
      </w:tr>
      <w:tr w:rsidRPr="004C3DAF" w:rsidR="00497257" w:rsidTr="00ED788C" w14:paraId="6938E219" w14:textId="77777777">
        <w:tc>
          <w:tcPr>
            <w:tcW w:w="2410" w:type="dxa"/>
          </w:tcPr>
          <w:p w:rsidRPr="004C3DAF" w:rsidR="00497257" w:rsidP="00ED788C" w:rsidRDefault="00497257" w14:paraId="3FDFAF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3DAF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:rsidRPr="004C3DAF" w:rsidR="00497257" w:rsidP="00ED788C" w:rsidRDefault="00497257" w14:paraId="03544A2E" w14:textId="77777777">
            <w:pPr>
              <w:spacing w:before="40" w:after="40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>Obserwacja i weryfikacja w trakcie zajęć praktycznych przy komputerze.</w:t>
            </w:r>
          </w:p>
        </w:tc>
        <w:tc>
          <w:tcPr>
            <w:tcW w:w="2126" w:type="dxa"/>
          </w:tcPr>
          <w:p w:rsidRPr="004C3DAF" w:rsidR="00497257" w:rsidP="00ED788C" w:rsidRDefault="00497257" w14:paraId="53AE8533" w14:textId="77777777">
            <w:pPr>
              <w:spacing w:before="40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>lab.</w:t>
            </w:r>
          </w:p>
        </w:tc>
      </w:tr>
      <w:tr w:rsidRPr="004C3DAF" w:rsidR="00497257" w:rsidTr="00ED788C" w14:paraId="3B7AECF0" w14:textId="77777777">
        <w:tc>
          <w:tcPr>
            <w:tcW w:w="2410" w:type="dxa"/>
          </w:tcPr>
          <w:p w:rsidRPr="004C3DAF" w:rsidR="00497257" w:rsidP="00ED788C" w:rsidRDefault="00497257" w14:paraId="4646D1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3DAF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:rsidRPr="004C3DAF" w:rsidR="00497257" w:rsidP="00ED788C" w:rsidRDefault="00497257" w14:paraId="25DFA4A5" w14:textId="77777777">
            <w:pPr>
              <w:spacing w:before="40" w:after="40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>Ocena z kolokwium.</w:t>
            </w:r>
          </w:p>
        </w:tc>
        <w:tc>
          <w:tcPr>
            <w:tcW w:w="2126" w:type="dxa"/>
          </w:tcPr>
          <w:p w:rsidRPr="004C3DAF" w:rsidR="00497257" w:rsidP="00ED788C" w:rsidRDefault="00497257" w14:paraId="0FBC0791" w14:textId="77777777">
            <w:pPr>
              <w:spacing w:before="40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>lab.</w:t>
            </w:r>
          </w:p>
        </w:tc>
      </w:tr>
    </w:tbl>
    <w:p w:rsidRPr="004C3DAF" w:rsidR="00461F06" w:rsidP="009C54AE" w:rsidRDefault="00461F06" w14:paraId="75E093E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C3DAF" w:rsidR="00461F06" w:rsidP="009C54AE" w:rsidRDefault="00461F06" w14:paraId="43978B5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C3DAF" w:rsidR="0085747A" w:rsidP="009C54AE" w:rsidRDefault="003E1941" w14:paraId="27C8807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3DAF">
        <w:rPr>
          <w:rFonts w:ascii="Corbel" w:hAnsi="Corbel"/>
          <w:smallCaps w:val="0"/>
          <w:szCs w:val="24"/>
        </w:rPr>
        <w:t xml:space="preserve">4.2 </w:t>
      </w:r>
      <w:r w:rsidRPr="004C3DAF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4C3DAF" w:rsidR="00923D7D">
        <w:rPr>
          <w:rFonts w:ascii="Corbel" w:hAnsi="Corbel"/>
          <w:smallCaps w:val="0"/>
          <w:szCs w:val="24"/>
        </w:rPr>
        <w:t xml:space="preserve"> </w:t>
      </w:r>
    </w:p>
    <w:p w:rsidRPr="004C3DAF" w:rsidR="00923D7D" w:rsidP="009C54AE" w:rsidRDefault="00923D7D" w14:paraId="51F5072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C3DAF" w:rsidR="0085747A" w:rsidTr="00923D7D" w14:paraId="7DCF92B7" w14:textId="77777777">
        <w:tc>
          <w:tcPr>
            <w:tcW w:w="9670" w:type="dxa"/>
          </w:tcPr>
          <w:p w:rsidRPr="004C3DAF" w:rsidR="0085747A" w:rsidP="009C54AE" w:rsidRDefault="00E87761" w14:paraId="401F7C24" w14:textId="7EB6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4C3DAF" w:rsidR="00461F06">
              <w:rPr>
                <w:rFonts w:ascii="Corbel" w:hAnsi="Corbel"/>
                <w:b w:val="0"/>
                <w:smallCaps w:val="0"/>
                <w:szCs w:val="24"/>
              </w:rPr>
              <w:t>ktywny udział w zajęciach, uzyskanie pozy</w:t>
            </w:r>
            <w:r w:rsidRPr="004C3DAF" w:rsidR="009A3D07">
              <w:rPr>
                <w:rFonts w:ascii="Corbel" w:hAnsi="Corbel"/>
                <w:b w:val="0"/>
                <w:smallCaps w:val="0"/>
                <w:szCs w:val="24"/>
              </w:rPr>
              <w:t xml:space="preserve">tywnej oceny z kolokwium. </w:t>
            </w:r>
          </w:p>
          <w:p w:rsidRPr="004C3DAF" w:rsidR="00923D7D" w:rsidP="009C54AE" w:rsidRDefault="00923D7D" w14:paraId="12EA54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4C3DAF" w:rsidR="0085747A" w:rsidP="009C54AE" w:rsidRDefault="0085747A" w14:paraId="42B03A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4C3DAF" w:rsidR="0085747A" w:rsidP="009C54AE" w:rsidRDefault="0085747A" w14:paraId="1F3C738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C3DAF" w:rsidR="00461F06" w:rsidP="009C54AE" w:rsidRDefault="00461F06" w14:paraId="6D292EC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C3DAF" w:rsidR="009F4610" w:rsidP="009C54AE" w:rsidRDefault="0085747A" w14:paraId="5FF36FB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C3DAF">
        <w:rPr>
          <w:rFonts w:ascii="Corbel" w:hAnsi="Corbel"/>
          <w:b/>
          <w:sz w:val="24"/>
          <w:szCs w:val="24"/>
        </w:rPr>
        <w:t xml:space="preserve">5. </w:t>
      </w:r>
      <w:r w:rsidRPr="004C3DAF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4C3DAF" w:rsidR="0085747A" w:rsidP="009C54AE" w:rsidRDefault="0085747A" w14:paraId="1912866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4C3DAF" w:rsidR="0085747A" w:rsidTr="003E1941" w14:paraId="0D128BD5" w14:textId="77777777">
        <w:tc>
          <w:tcPr>
            <w:tcW w:w="4962" w:type="dxa"/>
            <w:vAlign w:val="center"/>
          </w:tcPr>
          <w:p w:rsidRPr="004C3DAF" w:rsidR="0085747A" w:rsidP="009C54AE" w:rsidRDefault="00C61DC5" w14:paraId="76BA974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DA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4C3DAF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3DA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4C3DAF" w:rsidR="0085747A" w:rsidP="009C54AE" w:rsidRDefault="00C61DC5" w14:paraId="6F4A365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DA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4C3DAF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C3DAF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C3DA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4C3DAF" w:rsidR="0085747A" w:rsidTr="00923D7D" w14:paraId="10C1440D" w14:textId="77777777">
        <w:tc>
          <w:tcPr>
            <w:tcW w:w="4962" w:type="dxa"/>
          </w:tcPr>
          <w:p w:rsidRPr="004C3DAF" w:rsidR="0085747A" w:rsidP="009C54AE" w:rsidRDefault="00C61DC5" w14:paraId="1B8B2C1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G</w:t>
            </w:r>
            <w:r w:rsidRPr="004C3DAF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C3DAF">
              <w:rPr>
                <w:rFonts w:ascii="Corbel" w:hAnsi="Corbel"/>
                <w:sz w:val="24"/>
                <w:szCs w:val="24"/>
              </w:rPr>
              <w:t>kontaktowe</w:t>
            </w:r>
            <w:r w:rsidRPr="004C3DAF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C3DAF">
              <w:rPr>
                <w:rFonts w:ascii="Corbel" w:hAnsi="Corbel"/>
                <w:sz w:val="24"/>
                <w:szCs w:val="24"/>
              </w:rPr>
              <w:t>ynikające</w:t>
            </w:r>
            <w:r w:rsidRPr="004C3DAF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4C3DAF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C3DA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4C3DAF" w:rsidR="0085747A" w:rsidP="009C54AE" w:rsidRDefault="00E07867" w14:paraId="452753A9" w14:textId="504F3B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4C3DAF" w:rsidR="00C61DC5" w:rsidTr="00923D7D" w14:paraId="44D87FFB" w14:textId="77777777">
        <w:tc>
          <w:tcPr>
            <w:tcW w:w="4962" w:type="dxa"/>
          </w:tcPr>
          <w:p w:rsidRPr="004C3DAF" w:rsidR="00C61DC5" w:rsidP="009C54AE" w:rsidRDefault="00C61DC5" w14:paraId="615C6F6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4C3DAF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4C3DAF" w:rsidR="00C61DC5" w:rsidP="009C54AE" w:rsidRDefault="00C61DC5" w14:paraId="322AA39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4C3DAF" w:rsidR="00C61DC5" w:rsidP="009C54AE" w:rsidRDefault="00E07867" w14:paraId="28D314FA" w14:textId="60DF44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Pr="004C3DAF" w:rsidR="00C61DC5" w:rsidTr="00923D7D" w14:paraId="152D79D5" w14:textId="77777777">
        <w:tc>
          <w:tcPr>
            <w:tcW w:w="4962" w:type="dxa"/>
          </w:tcPr>
          <w:p w:rsidRPr="004C3DAF" w:rsidR="0071620A" w:rsidP="009C54AE" w:rsidRDefault="00C61DC5" w14:paraId="40B28C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4C3DAF" w:rsidR="00C61DC5" w:rsidP="009C54AE" w:rsidRDefault="00C61DC5" w14:paraId="1CCEE0B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4C3DAF" w:rsidR="00C61DC5" w:rsidP="009C54AE" w:rsidRDefault="00D15843" w14:paraId="4790B2F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4C3DAF" w:rsidR="0085747A" w:rsidTr="00923D7D" w14:paraId="4E2E177E" w14:textId="77777777">
        <w:tc>
          <w:tcPr>
            <w:tcW w:w="4962" w:type="dxa"/>
          </w:tcPr>
          <w:p w:rsidRPr="004C3DAF" w:rsidR="0085747A" w:rsidP="009C54AE" w:rsidRDefault="0085747A" w14:paraId="0CA78F4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4C3DAF" w:rsidR="0085747A" w:rsidP="009C54AE" w:rsidRDefault="00461F06" w14:paraId="1330B21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4C3DAF" w:rsidR="0085747A" w:rsidTr="00923D7D" w14:paraId="7E90B974" w14:textId="77777777">
        <w:tc>
          <w:tcPr>
            <w:tcW w:w="4962" w:type="dxa"/>
          </w:tcPr>
          <w:p w:rsidRPr="004C3DAF" w:rsidR="0085747A" w:rsidP="009C54AE" w:rsidRDefault="0085747A" w14:paraId="59481A8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C3DA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4C3DAF" w:rsidR="0085747A" w:rsidP="009C54AE" w:rsidRDefault="00461F06" w14:paraId="3E2DCF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4C3DAF" w:rsidR="0085747A" w:rsidP="009C54AE" w:rsidRDefault="00923D7D" w14:paraId="11279F3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C3DAF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4C3DAF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4C3DAF" w:rsidR="003E1941" w:rsidP="009C54AE" w:rsidRDefault="003E1941" w14:paraId="3813AF1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C3DAF" w:rsidR="0085747A" w:rsidP="009C54AE" w:rsidRDefault="0071620A" w14:paraId="662FC77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3DAF">
        <w:rPr>
          <w:rFonts w:ascii="Corbel" w:hAnsi="Corbel"/>
          <w:smallCaps w:val="0"/>
          <w:szCs w:val="24"/>
        </w:rPr>
        <w:t xml:space="preserve">6. </w:t>
      </w:r>
      <w:r w:rsidRPr="004C3DAF" w:rsidR="0085747A">
        <w:rPr>
          <w:rFonts w:ascii="Corbel" w:hAnsi="Corbel"/>
          <w:smallCaps w:val="0"/>
          <w:szCs w:val="24"/>
        </w:rPr>
        <w:t>PRAKTYKI ZAWO</w:t>
      </w:r>
      <w:r w:rsidRPr="004C3DAF" w:rsidR="009D3F3B">
        <w:rPr>
          <w:rFonts w:ascii="Corbel" w:hAnsi="Corbel"/>
          <w:smallCaps w:val="0"/>
          <w:szCs w:val="24"/>
        </w:rPr>
        <w:t>DOWE W RAMACH PRZEDMIOTU</w:t>
      </w:r>
    </w:p>
    <w:p w:rsidRPr="004C3DAF" w:rsidR="0085747A" w:rsidP="009C54AE" w:rsidRDefault="0085747A" w14:paraId="5204D59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4C3DAF" w:rsidR="0085747A" w:rsidTr="0071620A" w14:paraId="3FE3200F" w14:textId="77777777">
        <w:trPr>
          <w:trHeight w:val="397"/>
        </w:trPr>
        <w:tc>
          <w:tcPr>
            <w:tcW w:w="3544" w:type="dxa"/>
          </w:tcPr>
          <w:p w:rsidRPr="004C3DAF" w:rsidR="0085747A" w:rsidP="009C54AE" w:rsidRDefault="0085747A" w14:paraId="1E839B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4C3DAF" w:rsidR="0085747A" w:rsidP="009C54AE" w:rsidRDefault="007A3396" w14:paraId="39E922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Pr="004C3DAF" w:rsidR="0085747A" w:rsidTr="0071620A" w14:paraId="603E5890" w14:textId="77777777">
        <w:trPr>
          <w:trHeight w:val="397"/>
        </w:trPr>
        <w:tc>
          <w:tcPr>
            <w:tcW w:w="3544" w:type="dxa"/>
          </w:tcPr>
          <w:p w:rsidRPr="004C3DAF" w:rsidR="0085747A" w:rsidP="009C54AE" w:rsidRDefault="0085747A" w14:paraId="0751AC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4C3DAF" w:rsidR="0085747A" w:rsidP="009C54AE" w:rsidRDefault="007A3396" w14:paraId="635573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 xml:space="preserve">Brak </w:t>
            </w:r>
          </w:p>
        </w:tc>
      </w:tr>
    </w:tbl>
    <w:p w:rsidRPr="004C3DAF" w:rsidR="003E1941" w:rsidP="009C54AE" w:rsidRDefault="003E1941" w14:paraId="52D8679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C3DAF" w:rsidR="00461F06" w:rsidP="009C54AE" w:rsidRDefault="00461F06" w14:paraId="530A556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C3DAF" w:rsidR="0085747A" w:rsidP="009C54AE" w:rsidRDefault="00675843" w14:paraId="4E7A686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3DAF">
        <w:rPr>
          <w:rFonts w:ascii="Corbel" w:hAnsi="Corbel"/>
          <w:smallCaps w:val="0"/>
          <w:szCs w:val="24"/>
        </w:rPr>
        <w:t xml:space="preserve">7. </w:t>
      </w:r>
      <w:r w:rsidRPr="004C3DAF" w:rsidR="0085747A">
        <w:rPr>
          <w:rFonts w:ascii="Corbel" w:hAnsi="Corbel"/>
          <w:smallCaps w:val="0"/>
          <w:szCs w:val="24"/>
        </w:rPr>
        <w:t>LITERATURA</w:t>
      </w:r>
      <w:r w:rsidRPr="004C3DAF">
        <w:rPr>
          <w:rFonts w:ascii="Corbel" w:hAnsi="Corbel"/>
          <w:smallCaps w:val="0"/>
          <w:szCs w:val="24"/>
        </w:rPr>
        <w:t xml:space="preserve"> </w:t>
      </w:r>
    </w:p>
    <w:p w:rsidRPr="004C3DAF" w:rsidR="00675843" w:rsidP="009C54AE" w:rsidRDefault="00675843" w14:paraId="4904A63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4C3DAF" w:rsidR="00461F06" w:rsidTr="00B56C55" w14:paraId="29C7F91D" w14:textId="77777777">
        <w:trPr>
          <w:trHeight w:val="397"/>
        </w:trPr>
        <w:tc>
          <w:tcPr>
            <w:tcW w:w="7513" w:type="dxa"/>
          </w:tcPr>
          <w:p w:rsidRPr="004C3DAF" w:rsidR="00461F06" w:rsidP="00B56C55" w:rsidRDefault="00461F06" w14:paraId="5269618C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C3DA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4C3DAF" w:rsidR="00742D44" w:rsidP="00742D44" w:rsidRDefault="00742D44" w14:paraId="73B224A5" w14:textId="77777777">
            <w:pPr>
              <w:pStyle w:val="Punktygwne"/>
              <w:spacing w:before="0" w:after="0" w:line="360" w:lineRule="auto"/>
              <w:ind w:left="284" w:right="284" w:firstLine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 xml:space="preserve">Lambert J., Frye C., </w:t>
            </w:r>
            <w:r w:rsidRPr="004C3DAF">
              <w:rPr>
                <w:rFonts w:ascii="Corbel" w:hAnsi="Corbel"/>
                <w:b w:val="0"/>
                <w:i/>
                <w:smallCaps w:val="0"/>
                <w:szCs w:val="24"/>
              </w:rPr>
              <w:t>Microsoft Office 2016. Krok po kroku</w:t>
            </w:r>
            <w:r w:rsidRPr="004C3DAF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:rsidRPr="004C3DAF" w:rsidR="00742D44" w:rsidP="00742D44" w:rsidRDefault="00742D44" w14:paraId="1434CBE6" w14:textId="77777777">
            <w:pPr>
              <w:pStyle w:val="Punktygwne"/>
              <w:spacing w:before="0" w:after="0" w:line="360" w:lineRule="auto"/>
              <w:ind w:left="284" w:right="284" w:firstLine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 xml:space="preserve">Stallings W., </w:t>
            </w:r>
            <w:r w:rsidRPr="004C3DAF">
              <w:rPr>
                <w:rFonts w:ascii="Corbel" w:hAnsi="Corbel"/>
                <w:b w:val="0"/>
                <w:i/>
                <w:smallCaps w:val="0"/>
                <w:szCs w:val="24"/>
              </w:rPr>
              <w:t>Systemy operacyjne. Architektura, funkcjonowanie i projektowanie Wydanie IX</w:t>
            </w:r>
            <w:r w:rsidRPr="004C3DAF">
              <w:rPr>
                <w:rFonts w:ascii="Corbel" w:hAnsi="Corbel"/>
                <w:b w:val="0"/>
                <w:smallCaps w:val="0"/>
                <w:szCs w:val="24"/>
              </w:rPr>
              <w:t>, Gliwice 2018.</w:t>
            </w:r>
          </w:p>
          <w:p w:rsidRPr="004C3DAF" w:rsidR="00461F06" w:rsidP="00742D44" w:rsidRDefault="00742D44" w14:paraId="51E06D25" w14:textId="487EF711">
            <w:pPr>
              <w:pStyle w:val="Punktygwne"/>
              <w:spacing w:before="0" w:after="0" w:line="360" w:lineRule="auto"/>
              <w:ind w:left="284" w:right="284" w:firstLine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 xml:space="preserve">Szeląg A., </w:t>
            </w:r>
            <w:r w:rsidRPr="004C3DAF">
              <w:rPr>
                <w:rFonts w:ascii="Corbel" w:hAnsi="Corbel"/>
                <w:b w:val="0"/>
                <w:i/>
                <w:smallCaps w:val="0"/>
                <w:szCs w:val="24"/>
              </w:rPr>
              <w:t>Windows 10 PL : optymalizacja i zaawansowane zarządzanie systemem</w:t>
            </w:r>
            <w:r w:rsidRPr="004C3DAF">
              <w:rPr>
                <w:rFonts w:ascii="Corbel" w:hAnsi="Corbel"/>
                <w:b w:val="0"/>
                <w:smallCaps w:val="0"/>
                <w:szCs w:val="24"/>
              </w:rPr>
              <w:t>, Gliwice 2015.</w:t>
            </w:r>
          </w:p>
        </w:tc>
      </w:tr>
      <w:tr w:rsidRPr="004C3DAF" w:rsidR="00461F06" w:rsidTr="00B56C55" w14:paraId="61DBCFC4" w14:textId="77777777">
        <w:trPr>
          <w:trHeight w:val="397"/>
        </w:trPr>
        <w:tc>
          <w:tcPr>
            <w:tcW w:w="7513" w:type="dxa"/>
          </w:tcPr>
          <w:p w:rsidRPr="004C3DAF" w:rsidR="00461F06" w:rsidP="00B56C55" w:rsidRDefault="00461F06" w14:paraId="77AC8AC0" w14:textId="64A9301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C3DA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4C3DAF" w:rsidR="00742D44" w:rsidP="00742D44" w:rsidRDefault="00742D44" w14:paraId="489C4D12" w14:textId="77777777">
            <w:pPr>
              <w:pStyle w:val="Punktygwne"/>
              <w:spacing w:before="0" w:after="0" w:line="360" w:lineRule="auto"/>
              <w:ind w:firstLine="709"/>
              <w:jc w:val="both"/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Bochańczyk-Kupka D., </w:t>
            </w:r>
            <w:r w:rsidRPr="004C3DAF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Państwo a ochrona własności </w:t>
            </w:r>
          </w:p>
          <w:p w:rsidRPr="004C3DAF" w:rsidR="00742D44" w:rsidP="00742D44" w:rsidRDefault="00742D44" w14:paraId="2F458395" w14:textId="77777777">
            <w:pPr>
              <w:pStyle w:val="Punktygwne"/>
              <w:spacing w:before="0" w:after="0" w:line="360" w:lineRule="auto"/>
              <w:ind w:firstLine="709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C3DA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Dębicka O., Borodo A., Winiarski J., </w:t>
            </w:r>
            <w:r w:rsidRPr="004C3D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 danych osobowych w branży E-Commerce w Polsce</w:t>
            </w:r>
            <w:r w:rsidRPr="004C3DA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2017, ,,Zeszyty Naukowe Uniwersytetu Gdańskiego” nr 1.</w:t>
            </w:r>
          </w:p>
          <w:p w:rsidRPr="004C3DAF" w:rsidR="00742D44" w:rsidP="00742D44" w:rsidRDefault="00742D44" w14:paraId="18D5AF04" w14:textId="77777777">
            <w:pPr>
              <w:pStyle w:val="Punktygwne"/>
              <w:spacing w:before="0" w:after="0" w:line="360" w:lineRule="auto"/>
              <w:ind w:firstLine="709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Intelektualnej</w:t>
            </w:r>
            <w:r w:rsidRPr="004C3DAF">
              <w:rPr>
                <w:rFonts w:ascii="Corbel" w:hAnsi="Corbel"/>
                <w:b w:val="0"/>
                <w:bCs/>
                <w:smallCaps w:val="0"/>
                <w:szCs w:val="24"/>
              </w:rPr>
              <w:t>, 2017, ,,Studia Ekonomiczne. Zeszyty Naukowe” nr 311.</w:t>
            </w:r>
          </w:p>
          <w:p w:rsidRPr="004C3DAF" w:rsidR="00742D44" w:rsidP="00742D44" w:rsidRDefault="00742D44" w14:paraId="58A7F5A8" w14:textId="77777777">
            <w:pPr>
              <w:pStyle w:val="Punktygwne"/>
              <w:spacing w:before="0" w:after="0" w:line="360" w:lineRule="auto"/>
              <w:ind w:firstLine="709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Krawczyk A., </w:t>
            </w:r>
            <w:r w:rsidRPr="004C3DAF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Potencjał wykorzystania informacji dotyczących elektronicznej oferty bibliotek naukowych w statystyce bibliotecznej</w:t>
            </w:r>
            <w:r w:rsidRPr="004C3DAF">
              <w:rPr>
                <w:rFonts w:ascii="Corbel" w:hAnsi="Corbel"/>
                <w:b w:val="0"/>
                <w:bCs/>
                <w:smallCaps w:val="0"/>
                <w:szCs w:val="24"/>
              </w:rPr>
              <w:t>, 2018, No. 13.</w:t>
            </w:r>
          </w:p>
          <w:p w:rsidRPr="004C3DAF" w:rsidR="00742D44" w:rsidP="00742D44" w:rsidRDefault="00742D44" w14:paraId="3E8819A1" w14:textId="6237C45C">
            <w:pPr>
              <w:pStyle w:val="Punktygwne"/>
              <w:spacing w:before="0" w:after="0" w:line="360" w:lineRule="auto"/>
              <w:ind w:firstLine="709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C3DA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Masłowski K., </w:t>
            </w:r>
            <w:r w:rsidRPr="004C3D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Excel 2016. Ćwiczenia zaawansowane</w:t>
            </w:r>
            <w:r w:rsidRPr="004C3DA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Warszawa 2019. </w:t>
            </w:r>
          </w:p>
          <w:p w:rsidRPr="004C3DAF" w:rsidR="001B0476" w:rsidP="00742D44" w:rsidRDefault="00742D44" w14:paraId="07F52011" w14:textId="064C090A">
            <w:pPr>
              <w:pStyle w:val="Punktygwne"/>
              <w:spacing w:before="0" w:after="0" w:line="360" w:lineRule="auto"/>
              <w:ind w:firstLine="709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C3DA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Wołk K., </w:t>
            </w:r>
            <w:r w:rsidRPr="004C3D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Microsoft Office 2019 oraz 365 od podstaw</w:t>
            </w:r>
            <w:r w:rsidRPr="004C3DA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2019</w:t>
            </w:r>
          </w:p>
        </w:tc>
      </w:tr>
    </w:tbl>
    <w:p w:rsidRPr="004C3DAF" w:rsidR="0085747A" w:rsidP="009C54AE" w:rsidRDefault="0085747A" w14:paraId="48BE76C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C3DAF" w:rsidR="0085747A" w:rsidP="009C54AE" w:rsidRDefault="0085747A" w14:paraId="4DDEC12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C3DAF" w:rsidR="0085747A" w:rsidP="00F83B28" w:rsidRDefault="0085747A" w14:paraId="75A5A6D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C3DA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4C3DAF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B52" w:rsidP="00C16ABF" w:rsidRDefault="00535B52" w14:paraId="7DDE8C38" w14:textId="77777777">
      <w:pPr>
        <w:spacing w:after="0" w:line="240" w:lineRule="auto"/>
      </w:pPr>
      <w:r>
        <w:separator/>
      </w:r>
    </w:p>
  </w:endnote>
  <w:endnote w:type="continuationSeparator" w:id="0">
    <w:p w:rsidR="00535B52" w:rsidP="00C16ABF" w:rsidRDefault="00535B52" w14:paraId="32C0393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B52" w:rsidP="00C16ABF" w:rsidRDefault="00535B52" w14:paraId="2FABBE9B" w14:textId="77777777">
      <w:pPr>
        <w:spacing w:after="0" w:line="240" w:lineRule="auto"/>
      </w:pPr>
      <w:r>
        <w:separator/>
      </w:r>
    </w:p>
  </w:footnote>
  <w:footnote w:type="continuationSeparator" w:id="0">
    <w:p w:rsidR="00535B52" w:rsidP="00C16ABF" w:rsidRDefault="00535B52" w14:paraId="48B7C9DA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BD2F47"/>
    <w:multiLevelType w:val="hybridMultilevel"/>
    <w:tmpl w:val="759AFD24"/>
    <w:lvl w:ilvl="0" w:tplc="DF4018EC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">
    <w:nsid w:val="751F77D6"/>
    <w:multiLevelType w:val="multilevel"/>
    <w:tmpl w:val="BD005F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 w:ascii="Times New Roman" w:hAnsi="Times New Roman" w:cs="Times New Roman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ascii="Times New Roman" w:hAnsi="Times New Roman" w:cs="Times New Roman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ascii="Times New Roman" w:hAnsi="Times New Roman" w:cs="Times New Roman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 w:ascii="Times New Roman" w:hAnsi="Times New Roman" w:cs="Times New Roman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ascii="Times New Roman" w:hAnsi="Times New Roman" w:cs="Times New Roman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 w:ascii="Times New Roman" w:hAnsi="Times New Roman" w:cs="Times New Roman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ascii="Times New Roman" w:hAnsi="Times New Roman" w:cs="Times New Roman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 w:ascii="Times New Roman" w:hAnsi="Times New Roman" w:cs="Times New Roman"/>
        <w:b/>
        <w:i w:val="0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C6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73A"/>
    <w:rsid w:val="001640A7"/>
    <w:rsid w:val="00164FA7"/>
    <w:rsid w:val="00166A03"/>
    <w:rsid w:val="001718A7"/>
    <w:rsid w:val="001737CF"/>
    <w:rsid w:val="00176083"/>
    <w:rsid w:val="00192F37"/>
    <w:rsid w:val="001A70D2"/>
    <w:rsid w:val="001B047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3D8F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23D"/>
    <w:rsid w:val="003151C5"/>
    <w:rsid w:val="003343CF"/>
    <w:rsid w:val="00346FE9"/>
    <w:rsid w:val="0034759A"/>
    <w:rsid w:val="003503F6"/>
    <w:rsid w:val="003530DD"/>
    <w:rsid w:val="00362733"/>
    <w:rsid w:val="00363F78"/>
    <w:rsid w:val="003724D6"/>
    <w:rsid w:val="00387F4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1F06"/>
    <w:rsid w:val="004652C2"/>
    <w:rsid w:val="004706D1"/>
    <w:rsid w:val="00471326"/>
    <w:rsid w:val="0047598D"/>
    <w:rsid w:val="004840FD"/>
    <w:rsid w:val="00490F7D"/>
    <w:rsid w:val="00491678"/>
    <w:rsid w:val="004968E2"/>
    <w:rsid w:val="00497257"/>
    <w:rsid w:val="004A3EEA"/>
    <w:rsid w:val="004A4D1F"/>
    <w:rsid w:val="004C3DAF"/>
    <w:rsid w:val="004D5282"/>
    <w:rsid w:val="004E1397"/>
    <w:rsid w:val="004F1551"/>
    <w:rsid w:val="004F55A3"/>
    <w:rsid w:val="0050496F"/>
    <w:rsid w:val="00513B6F"/>
    <w:rsid w:val="00517C63"/>
    <w:rsid w:val="00535B52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3B4E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D44"/>
    <w:rsid w:val="00745302"/>
    <w:rsid w:val="007461D6"/>
    <w:rsid w:val="00746EC8"/>
    <w:rsid w:val="00763BF1"/>
    <w:rsid w:val="00766FD4"/>
    <w:rsid w:val="0078168C"/>
    <w:rsid w:val="00787C2A"/>
    <w:rsid w:val="00790E27"/>
    <w:rsid w:val="007A339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5B42"/>
    <w:rsid w:val="008A45F7"/>
    <w:rsid w:val="008C0BE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3D07"/>
    <w:rsid w:val="009A78D9"/>
    <w:rsid w:val="009C3E31"/>
    <w:rsid w:val="009C54AE"/>
    <w:rsid w:val="009C788E"/>
    <w:rsid w:val="009D3F3B"/>
    <w:rsid w:val="009E0543"/>
    <w:rsid w:val="009E3B41"/>
    <w:rsid w:val="009E715F"/>
    <w:rsid w:val="009F3C5C"/>
    <w:rsid w:val="009F4610"/>
    <w:rsid w:val="00A00ECC"/>
    <w:rsid w:val="00A155EE"/>
    <w:rsid w:val="00A1711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A9F"/>
    <w:rsid w:val="00BB520A"/>
    <w:rsid w:val="00BD3869"/>
    <w:rsid w:val="00BD66E9"/>
    <w:rsid w:val="00BD6FF4"/>
    <w:rsid w:val="00BE11A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099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5843"/>
    <w:rsid w:val="00D17C3C"/>
    <w:rsid w:val="00D23EFE"/>
    <w:rsid w:val="00D2682B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4871"/>
    <w:rsid w:val="00DF71C8"/>
    <w:rsid w:val="00E07867"/>
    <w:rsid w:val="00E129B8"/>
    <w:rsid w:val="00E16420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776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359C6941"/>
    <w:rsid w:val="7531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1EC80"/>
  <w15:docId w15:val="{CABCCAD7-D7D7-409E-B24A-3CC9AF2B2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Akapitzlist1" w:customStyle="1">
    <w:name w:val="Akapit z listą1"/>
    <w:basedOn w:val="Normalny"/>
    <w:rsid w:val="00497257"/>
    <w:pPr>
      <w:ind w:left="72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252A24-7E4A-49F8-823C-849483E84B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B4F027-CB51-4077-A46B-D135908AD87E}"/>
</file>

<file path=customXml/itemProps3.xml><?xml version="1.0" encoding="utf-8"?>
<ds:datastoreItem xmlns:ds="http://schemas.openxmlformats.org/officeDocument/2006/customXml" ds:itemID="{7731FC75-CB19-47E7-800D-B9A415A86E55}"/>
</file>

<file path=customXml/itemProps4.xml><?xml version="1.0" encoding="utf-8"?>
<ds:datastoreItem xmlns:ds="http://schemas.openxmlformats.org/officeDocument/2006/customXml" ds:itemID="{590AA920-A24A-4BF8-A269-99D304286F1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Cwynar Katarzyna</lastModifiedBy>
  <revision>4</revision>
  <lastPrinted>2019-02-06T12:12:00.0000000Z</lastPrinted>
  <dcterms:created xsi:type="dcterms:W3CDTF">2021-11-08T23:15:00.0000000Z</dcterms:created>
  <dcterms:modified xsi:type="dcterms:W3CDTF">2022-03-02T13:07:26.1811008Z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